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DE7AC5" w14:textId="7171141A" w:rsidR="0020437B" w:rsidRDefault="0020437B" w:rsidP="00D14D11">
      <w:pPr>
        <w:spacing w:after="0" w:line="240" w:lineRule="auto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FD6454">
        <w:rPr>
          <w:rFonts w:eastAsia="Times New Roman" w:cs="Times New Roman"/>
          <w:lang w:eastAsia="cs-CZ"/>
        </w:rPr>
        <w:t>7</w:t>
      </w:r>
      <w:r>
        <w:rPr>
          <w:rFonts w:eastAsia="Times New Roman" w:cs="Times New Roman"/>
          <w:lang w:eastAsia="cs-CZ"/>
        </w:rPr>
        <w:t xml:space="preserve"> </w:t>
      </w:r>
      <w:r w:rsidR="00FD6454">
        <w:rPr>
          <w:lang w:eastAsia="cs-CZ"/>
        </w:rPr>
        <w:t>Výzvy k podání nabídky</w:t>
      </w:r>
    </w:p>
    <w:p w14:paraId="43189575" w14:textId="77777777" w:rsidR="0020437B" w:rsidRDefault="0020437B" w:rsidP="00D14D11">
      <w:pPr>
        <w:pStyle w:val="Zhlav"/>
        <w:jc w:val="both"/>
      </w:pPr>
    </w:p>
    <w:p w14:paraId="7731564F" w14:textId="33709531" w:rsidR="0020437B" w:rsidRDefault="0020437B" w:rsidP="00D14D11">
      <w:pPr>
        <w:pStyle w:val="Zhlav"/>
        <w:jc w:val="both"/>
      </w:pPr>
    </w:p>
    <w:tbl>
      <w:tblPr>
        <w:tblStyle w:val="TableNormal"/>
        <w:tblpPr w:leftFromText="141" w:rightFromText="141" w:vertAnchor="page" w:horzAnchor="margin" w:tblpY="3735"/>
        <w:tblW w:w="920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09"/>
      </w:tblGrid>
      <w:tr w:rsidR="0020437B" w:rsidRPr="002260C3" w14:paraId="7B2B2ED2" w14:textId="77777777" w:rsidTr="009576B3">
        <w:trPr>
          <w:trHeight w:val="104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91700" w14:textId="77777777" w:rsidR="0020437B" w:rsidRPr="002260C3" w:rsidRDefault="0020437B" w:rsidP="00D14D11">
            <w:pPr>
              <w:pStyle w:val="Zhlav"/>
              <w:tabs>
                <w:tab w:val="clear" w:pos="9072"/>
                <w:tab w:val="right" w:pos="8903"/>
              </w:tabs>
              <w:jc w:val="both"/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</w:pPr>
          </w:p>
          <w:p w14:paraId="4F84300B" w14:textId="77777777" w:rsidR="0020437B" w:rsidRPr="002260C3" w:rsidRDefault="0020437B" w:rsidP="00D14D11">
            <w:pPr>
              <w:pStyle w:val="Zhlav"/>
              <w:tabs>
                <w:tab w:val="clear" w:pos="9072"/>
                <w:tab w:val="right" w:pos="8903"/>
              </w:tabs>
              <w:jc w:val="both"/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</w:pPr>
            <w:r w:rsidRPr="002260C3"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  <w:t>DOHODA O OCHRANĚ DŮVĚRNÝCH INFORMACÍ</w:t>
            </w:r>
          </w:p>
          <w:p w14:paraId="1D33F60E" w14:textId="77777777" w:rsidR="0020437B" w:rsidRPr="002260C3" w:rsidRDefault="0020437B" w:rsidP="00D14D11">
            <w:pPr>
              <w:jc w:val="both"/>
              <w:rPr>
                <w:rStyle w:val="dnA"/>
                <w:rFonts w:asciiTheme="minorHAnsi" w:hAnsiTheme="minorHAnsi"/>
                <w:bCs/>
                <w:sz w:val="18"/>
                <w:szCs w:val="18"/>
              </w:rPr>
            </w:pPr>
            <w:r w:rsidRPr="002260C3">
              <w:rPr>
                <w:rStyle w:val="dnA"/>
                <w:rFonts w:asciiTheme="minorHAnsi" w:hAnsiTheme="minorHAnsi"/>
                <w:bCs/>
                <w:sz w:val="18"/>
                <w:szCs w:val="18"/>
              </w:rPr>
              <w:t>k veřejné zakázce:</w:t>
            </w:r>
          </w:p>
          <w:p w14:paraId="6D734BAD" w14:textId="1390A2F9" w:rsidR="0020437B" w:rsidRPr="002260C3" w:rsidRDefault="00A0380A" w:rsidP="00D14D11">
            <w:pPr>
              <w:jc w:val="both"/>
              <w:rPr>
                <w:rFonts w:asciiTheme="minorHAnsi" w:eastAsia="MS Mincho" w:hAnsiTheme="minorHAnsi"/>
                <w:bCs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„</w:t>
            </w:r>
            <w:r w:rsidR="00FD6454">
              <w:t xml:space="preserve"> </w:t>
            </w:r>
            <w:r w:rsidR="00FD6454" w:rsidRPr="00FD6454">
              <w:rPr>
                <w:rFonts w:asciiTheme="minorHAnsi" w:hAnsiTheme="minorHAnsi"/>
                <w:b/>
                <w:sz w:val="18"/>
                <w:szCs w:val="18"/>
              </w:rPr>
              <w:t xml:space="preserve">Podpora provozu s údržbovou činností IS Kvalifikace dodavatelů 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“</w:t>
            </w:r>
          </w:p>
        </w:tc>
      </w:tr>
    </w:tbl>
    <w:p w14:paraId="42B01B9C" w14:textId="77777777" w:rsidR="0020437B" w:rsidRPr="002260C3" w:rsidRDefault="0020437B" w:rsidP="00D14D11">
      <w:pPr>
        <w:spacing w:before="120" w:after="1200" w:line="240" w:lineRule="auto"/>
        <w:jc w:val="both"/>
        <w:rPr>
          <w:rFonts w:eastAsia="Times New Roman"/>
          <w:b/>
          <w:bCs/>
          <w:caps/>
          <w:spacing w:val="40"/>
          <w:kern w:val="28"/>
          <w:lang w:eastAsia="cs-CZ"/>
        </w:rPr>
      </w:pPr>
    </w:p>
    <w:p w14:paraId="79200A1B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>Smluvní strany:</w:t>
      </w:r>
    </w:p>
    <w:p w14:paraId="5D30B73A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</w:p>
    <w:p w14:paraId="30F20B01" w14:textId="77777777" w:rsidR="0020437B" w:rsidRPr="002260C3" w:rsidRDefault="0020437B" w:rsidP="00D14D11">
      <w:pPr>
        <w:pStyle w:val="RLProhlensmluvnchstran"/>
        <w:jc w:val="both"/>
        <w:rPr>
          <w:rFonts w:asciiTheme="minorHAnsi" w:hAnsiTheme="minorHAnsi"/>
          <w:sz w:val="18"/>
          <w:szCs w:val="18"/>
          <w:highlight w:val="yellow"/>
        </w:rPr>
      </w:pPr>
      <w:r w:rsidRPr="002260C3">
        <w:rPr>
          <w:rFonts w:asciiTheme="minorHAnsi" w:hAnsiTheme="minorHAnsi"/>
          <w:sz w:val="18"/>
          <w:szCs w:val="18"/>
        </w:rPr>
        <w:t xml:space="preserve">Správa </w:t>
      </w:r>
      <w:r>
        <w:rPr>
          <w:rFonts w:asciiTheme="minorHAnsi" w:hAnsiTheme="minorHAnsi"/>
          <w:sz w:val="18"/>
          <w:szCs w:val="18"/>
        </w:rPr>
        <w:t>železnic</w:t>
      </w:r>
      <w:r w:rsidRPr="002260C3">
        <w:rPr>
          <w:rFonts w:asciiTheme="minorHAnsi" w:hAnsiTheme="minorHAnsi"/>
          <w:sz w:val="18"/>
          <w:szCs w:val="18"/>
        </w:rPr>
        <w:t>, státní organizace</w:t>
      </w:r>
    </w:p>
    <w:p w14:paraId="509D0486" w14:textId="77777777" w:rsidR="0020437B" w:rsidRPr="002260C3" w:rsidRDefault="0020437B" w:rsidP="00D14D11">
      <w:pPr>
        <w:pStyle w:val="RLdajeosmluvnstran0"/>
        <w:jc w:val="both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se sídlem: Dlážděná 1003/7, 110 00 Praha 1</w:t>
      </w:r>
    </w:p>
    <w:p w14:paraId="32C35662" w14:textId="77777777" w:rsidR="0020437B" w:rsidRPr="002260C3" w:rsidRDefault="0020437B" w:rsidP="00D14D11">
      <w:pPr>
        <w:pStyle w:val="RLdajeosmluvnstran0"/>
        <w:jc w:val="both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IČO: 70994234, DIČ: CZ70994234</w:t>
      </w:r>
    </w:p>
    <w:p w14:paraId="0AD5AEF1" w14:textId="78BE4DDA" w:rsidR="0020437B" w:rsidRPr="00D14D11" w:rsidRDefault="0020437B" w:rsidP="00D14D11">
      <w:pPr>
        <w:pStyle w:val="RLdajeosmluvnstran0"/>
        <w:jc w:val="both"/>
        <w:rPr>
          <w:rFonts w:asciiTheme="minorHAnsi" w:hAnsiTheme="minorHAnsi"/>
          <w:bC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zastoupená: </w:t>
      </w:r>
      <w:r w:rsidR="00D14D11" w:rsidRPr="00F0685F">
        <w:rPr>
          <w:rFonts w:asciiTheme="minorHAnsi" w:hAnsiTheme="minorHAnsi"/>
          <w:b/>
          <w:sz w:val="18"/>
          <w:szCs w:val="18"/>
        </w:rPr>
        <w:t xml:space="preserve">Bc. Jiřím Svobodou, MBA, </w:t>
      </w:r>
      <w:r w:rsidR="00D14D11" w:rsidRPr="00F0685F">
        <w:rPr>
          <w:rFonts w:asciiTheme="minorHAnsi" w:hAnsiTheme="minorHAnsi"/>
          <w:bCs/>
          <w:sz w:val="18"/>
          <w:szCs w:val="18"/>
        </w:rPr>
        <w:t>generálním ředitelem</w:t>
      </w:r>
    </w:p>
    <w:p w14:paraId="42A51603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Zadavatel</w:t>
      </w:r>
      <w:r w:rsidRPr="002260C3">
        <w:rPr>
          <w:rFonts w:eastAsia="Times New Roman"/>
        </w:rPr>
        <w:t>“)</w:t>
      </w:r>
    </w:p>
    <w:p w14:paraId="524A4F59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</w:p>
    <w:p w14:paraId="07D2F682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>a</w:t>
      </w:r>
    </w:p>
    <w:p w14:paraId="43477F4A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</w:p>
    <w:p w14:paraId="28EB1E37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  <w:b/>
          <w:lang w:eastAsia="cs-CZ"/>
        </w:rPr>
      </w:pPr>
      <w:r w:rsidRPr="006225F3">
        <w:rPr>
          <w:rFonts w:eastAsia="Times New Roman"/>
          <w:b/>
          <w:highlight w:val="lightGray"/>
          <w:lang w:eastAsia="cs-CZ"/>
        </w:rPr>
        <w:t>[DOPLNÍ DODAVATEL]</w:t>
      </w:r>
    </w:p>
    <w:p w14:paraId="5EF2DFC6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 xml:space="preserve">se sídlem: </w:t>
      </w:r>
      <w:r w:rsidRPr="00EC270D">
        <w:rPr>
          <w:rFonts w:eastAsia="Times New Roman"/>
          <w:highlight w:val="lightGray"/>
        </w:rPr>
        <w:t>[DOPLNÍ DODAVATEL]</w:t>
      </w:r>
    </w:p>
    <w:p w14:paraId="267F86D3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 xml:space="preserve">IČO: </w:t>
      </w:r>
      <w:r w:rsidRPr="00EC270D">
        <w:rPr>
          <w:rFonts w:eastAsia="Times New Roman"/>
          <w:highlight w:val="lightGray"/>
        </w:rPr>
        <w:t>[DOPLNÍ DODAVATEL],</w:t>
      </w:r>
      <w:r w:rsidRPr="002260C3">
        <w:rPr>
          <w:rFonts w:eastAsia="Times New Roman"/>
        </w:rPr>
        <w:t xml:space="preserve"> DIČ: </w:t>
      </w:r>
      <w:r w:rsidRPr="00EC270D">
        <w:rPr>
          <w:rFonts w:eastAsia="Times New Roman"/>
          <w:highlight w:val="lightGray"/>
        </w:rPr>
        <w:t>[DOPLNÍ DODAVATEL]</w:t>
      </w:r>
    </w:p>
    <w:p w14:paraId="0564029B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 xml:space="preserve">společnost zapsaná v obchodním rejstříku vedeném </w:t>
      </w:r>
      <w:r w:rsidRPr="00EC270D">
        <w:rPr>
          <w:rFonts w:eastAsia="Times New Roman"/>
          <w:highlight w:val="lightGray"/>
        </w:rPr>
        <w:t>[DOPLNÍ DODAVATEL]</w:t>
      </w:r>
      <w:r w:rsidRPr="002260C3">
        <w:rPr>
          <w:rFonts w:eastAsia="Times New Roman"/>
        </w:rPr>
        <w:t xml:space="preserve"> soudem v </w:t>
      </w:r>
      <w:r w:rsidRPr="00EC270D">
        <w:rPr>
          <w:rFonts w:eastAsia="Times New Roman"/>
          <w:highlight w:val="lightGray"/>
        </w:rPr>
        <w:t>[DOPLNÍ DODAVATEL]</w:t>
      </w:r>
    </w:p>
    <w:p w14:paraId="68C49F64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 xml:space="preserve">oddíl </w:t>
      </w:r>
      <w:r w:rsidRPr="00EC270D">
        <w:rPr>
          <w:rFonts w:eastAsia="Times New Roman"/>
          <w:highlight w:val="lightGray"/>
        </w:rPr>
        <w:t>[DOPLNÍ DODAVATEL]</w:t>
      </w:r>
      <w:r w:rsidRPr="002260C3">
        <w:rPr>
          <w:rFonts w:eastAsia="Times New Roman"/>
        </w:rPr>
        <w:t xml:space="preserve">, vložka </w:t>
      </w:r>
      <w:r w:rsidRPr="00EC270D">
        <w:rPr>
          <w:rFonts w:eastAsia="Times New Roman"/>
          <w:highlight w:val="lightGray"/>
        </w:rPr>
        <w:t>[DOPLNÍ DODAVATEL]</w:t>
      </w:r>
    </w:p>
    <w:p w14:paraId="5A23AA2D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 xml:space="preserve">zastoupená: </w:t>
      </w:r>
      <w:r w:rsidRPr="00EC270D">
        <w:rPr>
          <w:rFonts w:eastAsia="Times New Roman"/>
          <w:highlight w:val="lightGray"/>
        </w:rPr>
        <w:t>[DOPLNÍ DODAVATEL]</w:t>
      </w:r>
      <w:r w:rsidRPr="002260C3">
        <w:rPr>
          <w:rFonts w:eastAsia="Times New Roman"/>
        </w:rPr>
        <w:t xml:space="preserve"> </w:t>
      </w:r>
    </w:p>
    <w:p w14:paraId="25445AF0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Dodavatel</w:t>
      </w:r>
      <w:r w:rsidRPr="002260C3">
        <w:rPr>
          <w:rFonts w:eastAsia="Times New Roman"/>
        </w:rPr>
        <w:t>“)</w:t>
      </w:r>
    </w:p>
    <w:p w14:paraId="4A6173D1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>(společně také jako „</w:t>
      </w:r>
      <w:r w:rsidRPr="002260C3">
        <w:rPr>
          <w:rFonts w:eastAsia="Times New Roman"/>
          <w:b/>
        </w:rPr>
        <w:t>Strany</w:t>
      </w:r>
      <w:r w:rsidRPr="002260C3">
        <w:rPr>
          <w:rFonts w:eastAsia="Times New Roman"/>
        </w:rPr>
        <w:t>“)</w:t>
      </w:r>
    </w:p>
    <w:p w14:paraId="17A4EF79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</w:p>
    <w:p w14:paraId="2D83A091" w14:textId="77777777" w:rsidR="0020437B" w:rsidRPr="002260C3" w:rsidRDefault="0020437B" w:rsidP="00D14D11">
      <w:pPr>
        <w:spacing w:after="120" w:line="280" w:lineRule="exact"/>
        <w:jc w:val="both"/>
        <w:rPr>
          <w:rFonts w:eastAsia="Times New Roman"/>
        </w:rPr>
      </w:pPr>
      <w:r w:rsidRPr="002260C3">
        <w:rPr>
          <w:rFonts w:eastAsia="Times New Roman"/>
        </w:rPr>
        <w:t>dnešního dne uzavřely tuto dohodu v souladu s ustanovením § 1746 odst. 2 zákona č. 89/2012 Sb., občanského zákoníku, v platném znění (dále jen „</w:t>
      </w:r>
      <w:r w:rsidRPr="002260C3">
        <w:rPr>
          <w:rFonts w:eastAsia="Times New Roman"/>
          <w:b/>
        </w:rPr>
        <w:t>Občanský zákoník</w:t>
      </w:r>
      <w:r w:rsidRPr="002260C3">
        <w:rPr>
          <w:rFonts w:eastAsia="Times New Roman"/>
        </w:rPr>
        <w:t>“)</w:t>
      </w:r>
    </w:p>
    <w:p w14:paraId="2DB3A994" w14:textId="77777777" w:rsidR="0020437B" w:rsidRPr="002260C3" w:rsidRDefault="0020437B" w:rsidP="00D14D11">
      <w:pPr>
        <w:spacing w:after="120" w:line="280" w:lineRule="exact"/>
        <w:jc w:val="both"/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Dohoda</w:t>
      </w:r>
      <w:r w:rsidRPr="002260C3">
        <w:rPr>
          <w:rFonts w:eastAsia="Times New Roman"/>
        </w:rPr>
        <w:t>“)</w:t>
      </w:r>
      <w:r w:rsidRPr="002260C3">
        <w:br w:type="page"/>
      </w:r>
    </w:p>
    <w:p w14:paraId="607D5081" w14:textId="77777777" w:rsidR="0020437B" w:rsidRPr="002260C3" w:rsidRDefault="0020437B" w:rsidP="00D14D11">
      <w:pPr>
        <w:pStyle w:val="RLlneksmlouvy"/>
        <w:rPr>
          <w:rFonts w:asciiTheme="minorHAnsi" w:hAnsiTheme="minorHAnsi"/>
          <w:sz w:val="18"/>
          <w:szCs w:val="18"/>
        </w:rPr>
      </w:pPr>
      <w:bookmarkStart w:id="0" w:name="_Ref306009990"/>
      <w:r w:rsidRPr="002260C3">
        <w:rPr>
          <w:rFonts w:asciiTheme="minorHAnsi" w:hAnsiTheme="minorHAnsi"/>
          <w:sz w:val="18"/>
          <w:szCs w:val="18"/>
        </w:rPr>
        <w:lastRenderedPageBreak/>
        <w:t>ÚČEL DOHODY</w:t>
      </w:r>
      <w:bookmarkEnd w:id="0"/>
    </w:p>
    <w:p w14:paraId="4286587A" w14:textId="0191E875" w:rsidR="0020437B" w:rsidRPr="002260C3" w:rsidRDefault="0020437B" w:rsidP="00FD6454">
      <w:pPr>
        <w:pStyle w:val="RLTextlnkuslovan"/>
        <w:rPr>
          <w:lang w:eastAsia="en-US"/>
        </w:rPr>
      </w:pPr>
      <w:bookmarkStart w:id="1" w:name="_Ref303256455"/>
      <w:bookmarkStart w:id="2" w:name="_Ref303252683"/>
      <w:bookmarkStart w:id="3" w:name="_Ref303258566"/>
      <w:r w:rsidRPr="002260C3">
        <w:t>Zadavatel</w:t>
      </w:r>
      <w:r>
        <w:t xml:space="preserve"> zadává veřejnou zakázku</w:t>
      </w:r>
      <w:r w:rsidR="00FD6454" w:rsidRPr="00FD6454">
        <w:t xml:space="preserve"> </w:t>
      </w:r>
      <w:r w:rsidR="00FD6454" w:rsidRPr="002260C3">
        <w:t>s</w:t>
      </w:r>
      <w:r w:rsidR="00FD6454">
        <w:t> </w:t>
      </w:r>
      <w:r w:rsidR="00FD6454" w:rsidRPr="002260C3">
        <w:t>názvem „</w:t>
      </w:r>
      <w:r w:rsidR="00FD6454" w:rsidRPr="00FD6454">
        <w:rPr>
          <w:rFonts w:asciiTheme="minorHAnsi" w:hAnsiTheme="minorHAnsi"/>
          <w:sz w:val="18"/>
          <w:szCs w:val="18"/>
        </w:rPr>
        <w:t>Podpora provozu s údržbovou činností IS Kvalifikace dodavatelů</w:t>
      </w:r>
      <w:r w:rsidR="00FD6454" w:rsidRPr="0090673D">
        <w:rPr>
          <w:bCs/>
        </w:rPr>
        <w:t>“</w:t>
      </w:r>
      <w:r w:rsidR="00FD6454" w:rsidRPr="0090673D">
        <w:t xml:space="preserve">, </w:t>
      </w:r>
      <w:r w:rsidR="00FD6454">
        <w:t>č. j.</w:t>
      </w:r>
      <w:r w:rsidR="00FD6454" w:rsidRPr="0090673D">
        <w:rPr>
          <w:rFonts w:eastAsia="Calibri"/>
          <w:lang w:eastAsia="en-US"/>
        </w:rPr>
        <w:t xml:space="preserve"> </w:t>
      </w:r>
      <w:r w:rsidR="00FD6454" w:rsidRPr="00CE3707">
        <w:t>69662/2022-SŽ-GŘ-O8</w:t>
      </w:r>
      <w:r w:rsidR="00FD6454" w:rsidRPr="002260C3">
        <w:t xml:space="preserve"> (dále jen „</w:t>
      </w:r>
      <w:r w:rsidR="00FD6454" w:rsidRPr="002260C3">
        <w:rPr>
          <w:b/>
        </w:rPr>
        <w:t>Veřejná zakázka</w:t>
      </w:r>
      <w:r w:rsidR="00FD6454">
        <w:t>“)</w:t>
      </w:r>
      <w:r>
        <w:t xml:space="preserve"> jako </w:t>
      </w:r>
      <w:r w:rsidR="00FD6454">
        <w:t>po</w:t>
      </w:r>
      <w:r w:rsidRPr="00D14D11">
        <w:t>dlimitní sektorovou veřejnou</w:t>
      </w:r>
      <w:r>
        <w:t xml:space="preserve"> zakázku </w:t>
      </w:r>
      <w:r w:rsidR="00FD6454" w:rsidRPr="00CE3707">
        <w:t xml:space="preserve">v souvislosti s výkonem relevantní činnosti dle § 151 odst. 1 </w:t>
      </w:r>
      <w:r w:rsidR="00FD6454">
        <w:t>zákona č. 134/2016 Sb., o zadávání veřejných zakázek, ve znění pozdějších předpisů (dále jen „</w:t>
      </w:r>
      <w:r w:rsidR="00FD6454">
        <w:rPr>
          <w:b/>
          <w:i/>
        </w:rPr>
        <w:t>ZZVZ</w:t>
      </w:r>
      <w:r w:rsidR="00FD6454">
        <w:t>“)</w:t>
      </w:r>
      <w:r w:rsidR="00FD6454" w:rsidRPr="00CE3707">
        <w:t xml:space="preserve"> a v souladu s § 158 odst. 1 ZZVZ nepostupuje při zadávání této veřejné zakázky podle uvedeného zákona</w:t>
      </w:r>
      <w:r w:rsidR="00FD6454">
        <w:t>.</w:t>
      </w:r>
      <w:r w:rsidR="00FD6454" w:rsidRPr="002260C3">
        <w:t xml:space="preserve"> </w:t>
      </w:r>
      <w:bookmarkEnd w:id="1"/>
      <w:bookmarkEnd w:id="2"/>
      <w:r w:rsidRPr="002260C3">
        <w:t>Dodavatel s úmyslem účastnit se zadávacího řízení na zadání Veřejné zakázky požaduje vydání část</w:t>
      </w:r>
      <w:r w:rsidR="00F0685F">
        <w:t>i</w:t>
      </w:r>
      <w:r w:rsidRPr="002260C3">
        <w:t xml:space="preserve"> zadávací dokumentace</w:t>
      </w:r>
      <w:r w:rsidR="00F0685F">
        <w:t xml:space="preserve">, a to konkrétně Přílohy č. </w:t>
      </w:r>
      <w:r w:rsidR="00FD6454">
        <w:t>5</w:t>
      </w:r>
      <w:r w:rsidR="00F0685F">
        <w:t xml:space="preserve"> </w:t>
      </w:r>
      <w:r w:rsidR="00FD6454">
        <w:t>Výzvy k podání nabídky</w:t>
      </w:r>
      <w:r w:rsidR="00F0685F">
        <w:t xml:space="preserve"> „</w:t>
      </w:r>
      <w:r w:rsidR="00FD6454" w:rsidRPr="00F608A1">
        <w:rPr>
          <w:b/>
        </w:rPr>
        <w:t>Specifikace informačního</w:t>
      </w:r>
      <w:r w:rsidR="00FD6454">
        <w:rPr>
          <w:b/>
        </w:rPr>
        <w:t xml:space="preserve"> systému kvalifikace dodavatelů</w:t>
      </w:r>
      <w:r w:rsidR="00F0685F">
        <w:t>“, která tvoří</w:t>
      </w:r>
      <w:r w:rsidRPr="002260C3">
        <w:t> Přílo</w:t>
      </w:r>
      <w:r w:rsidR="00F0685F">
        <w:t>hu</w:t>
      </w:r>
      <w:r w:rsidRPr="002260C3">
        <w:t xml:space="preserve"> č. 1 této Dohody, </w:t>
      </w:r>
      <w:r w:rsidR="00F0685F">
        <w:t xml:space="preserve">a </w:t>
      </w:r>
      <w:r w:rsidRPr="002260C3">
        <w:t>kter</w:t>
      </w:r>
      <w:r w:rsidR="00F0685F">
        <w:t>á</w:t>
      </w:r>
      <w:r w:rsidR="00D14D11">
        <w:t> </w:t>
      </w:r>
      <w:r w:rsidRPr="002260C3">
        <w:t>obsahuj</w:t>
      </w:r>
      <w:r w:rsidR="00F0685F">
        <w:t>e</w:t>
      </w:r>
      <w:r w:rsidRPr="002260C3">
        <w:t xml:space="preserve"> informace, jež Zadavatel považuje za důvěrné a vyžaduje jejich ochranu (dále jen „</w:t>
      </w:r>
      <w:r w:rsidRPr="002260C3">
        <w:rPr>
          <w:b/>
        </w:rPr>
        <w:t>Důvěrné</w:t>
      </w:r>
      <w:r w:rsidRPr="002260C3">
        <w:t xml:space="preserve"> </w:t>
      </w:r>
      <w:r w:rsidRPr="002260C3">
        <w:rPr>
          <w:b/>
        </w:rPr>
        <w:t>informace</w:t>
      </w:r>
      <w:r w:rsidRPr="002260C3">
        <w:t>“). Z tohoto důvodu uzavírají Strany tuto Dohodu, která upravuje pravidla pro nakládání s Důvěrnými informacemi převzatými Dodavatelem.</w:t>
      </w:r>
      <w:bookmarkEnd w:id="3"/>
    </w:p>
    <w:p w14:paraId="36FD2493" w14:textId="77777777" w:rsidR="0020437B" w:rsidRPr="002260C3" w:rsidRDefault="0020437B" w:rsidP="00D14D11">
      <w:pPr>
        <w:pStyle w:val="RLlneksmlouvy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PŘEDMĚT DOHODY</w:t>
      </w:r>
    </w:p>
    <w:p w14:paraId="2870F698" w14:textId="1CF77C73" w:rsidR="0020437B" w:rsidRPr="002260C3" w:rsidRDefault="0020437B" w:rsidP="00D14D11">
      <w:pPr>
        <w:pStyle w:val="RLTextlnkuslovan"/>
        <w:rPr>
          <w:rFonts w:asciiTheme="minorHAnsi" w:hAnsiTheme="minorHAnsi"/>
          <w:sz w:val="18"/>
          <w:szCs w:val="18"/>
        </w:rPr>
      </w:pPr>
      <w:bookmarkStart w:id="4" w:name="_Ref303277281"/>
      <w:r w:rsidRPr="002260C3">
        <w:rPr>
          <w:rFonts w:asciiTheme="minorHAnsi" w:hAnsiTheme="minorHAnsi"/>
          <w:sz w:val="18"/>
          <w:szCs w:val="18"/>
        </w:rPr>
        <w:t>Veškeré informace uvedené v Příloze č. 1 této Dohody, jsou považovány za</w:t>
      </w:r>
      <w:r w:rsidR="00D14D1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 xml:space="preserve">Důvěrné informace, jejichž použití podléhá této Dohodě. </w:t>
      </w:r>
    </w:p>
    <w:p w14:paraId="10B0DADF" w14:textId="77777777" w:rsidR="0020437B" w:rsidRPr="002260C3" w:rsidRDefault="0020437B" w:rsidP="00D14D11">
      <w:pPr>
        <w:pStyle w:val="RLTextlnkuslovan"/>
        <w:rPr>
          <w:rFonts w:asciiTheme="minorHAnsi" w:hAnsiTheme="minorHAnsi"/>
          <w:caps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</w:rPr>
        <w:t>Dodavatel se zavazuje, že Důvěrné informace dle této Dohody použije pouze způsobem a k účelu v této Dohodě stanoveným</w:t>
      </w:r>
      <w:bookmarkEnd w:id="4"/>
      <w:r w:rsidRPr="002260C3">
        <w:rPr>
          <w:rFonts w:asciiTheme="minorHAnsi" w:hAnsiTheme="minorHAnsi"/>
          <w:sz w:val="18"/>
          <w:szCs w:val="18"/>
        </w:rPr>
        <w:t>.</w:t>
      </w:r>
    </w:p>
    <w:p w14:paraId="6BC95295" w14:textId="77777777" w:rsidR="0020437B" w:rsidRPr="002260C3" w:rsidRDefault="0020437B" w:rsidP="00D14D11">
      <w:pPr>
        <w:pStyle w:val="RLlneksmlouvy"/>
        <w:rPr>
          <w:rFonts w:asciiTheme="minorHAnsi" w:hAnsiTheme="minorHAnsi"/>
          <w:sz w:val="18"/>
          <w:szCs w:val="18"/>
        </w:rPr>
      </w:pPr>
      <w:bookmarkStart w:id="5" w:name="_Ref306010265"/>
      <w:r w:rsidRPr="002260C3">
        <w:rPr>
          <w:rFonts w:asciiTheme="minorHAnsi" w:hAnsiTheme="minorHAnsi"/>
          <w:sz w:val="18"/>
          <w:szCs w:val="18"/>
        </w:rPr>
        <w:t>UŽITÍ DŮVĚRNÝCH INFORMACÍ</w:t>
      </w:r>
      <w:bookmarkEnd w:id="5"/>
    </w:p>
    <w:p w14:paraId="25721976" w14:textId="77777777" w:rsidR="0020437B" w:rsidRPr="002260C3" w:rsidRDefault="0020437B" w:rsidP="00D14D11">
      <w:pPr>
        <w:pStyle w:val="RLTextlnkuslovan"/>
        <w:rPr>
          <w:rFonts w:asciiTheme="minorHAnsi" w:hAnsiTheme="minorHAnsi"/>
          <w:caps/>
          <w:sz w:val="18"/>
          <w:szCs w:val="18"/>
        </w:rPr>
      </w:pPr>
      <w:bookmarkStart w:id="6" w:name="_Ref303318317"/>
      <w:bookmarkStart w:id="7" w:name="_Ref303255062"/>
      <w:r w:rsidRPr="002260C3">
        <w:rPr>
          <w:rFonts w:asciiTheme="minorHAnsi" w:hAnsiTheme="minorHAnsi"/>
          <w:sz w:val="18"/>
          <w:szCs w:val="18"/>
        </w:rPr>
        <w:t xml:space="preserve">Dodavatel je oprávněn Důvěrné informace užít jen pro účely své účasti v zadávacím řízení na zadání Veřejné zakázky a dále při jejím případném plnění. </w:t>
      </w:r>
      <w:bookmarkStart w:id="8" w:name="_Ref289870410"/>
      <w:bookmarkStart w:id="9" w:name="_Ref303318007"/>
      <w:bookmarkEnd w:id="6"/>
    </w:p>
    <w:p w14:paraId="25479D1C" w14:textId="77777777" w:rsidR="0020437B" w:rsidRPr="002260C3" w:rsidRDefault="0020437B" w:rsidP="00D14D11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se zavazuje zachovat důvěrnost Důvěrných informací a nezpřístupnit je žádné třetí osobě. </w:t>
      </w:r>
    </w:p>
    <w:p w14:paraId="4762FB76" w14:textId="0D0FE567" w:rsidR="0020437B" w:rsidRPr="002260C3" w:rsidRDefault="0020437B" w:rsidP="00D14D11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Svým zaměstnancům a orgánům je Dodavatel oprávněn Důvěrné informace zpřístupnit jen v rozsahu, v jakém je pro danou osobu nezbytně nutné se</w:t>
      </w:r>
      <w:r w:rsidR="00D14D1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s Důvěrnými informacemi seznámit pro účely účasti Dodavatele v zadávacím řízení na zadání Veřejné zakázky nebo případně jejího plnění. Tyto osoby musí být poučeny o důvěrném charakteru předávaných informací a v rozsahu odpovídajícím této Dohodě zavázány k mlčenlivosti.</w:t>
      </w:r>
    </w:p>
    <w:p w14:paraId="3B55B1DD" w14:textId="7FB75883" w:rsidR="0020437B" w:rsidRPr="002260C3" w:rsidRDefault="0020437B" w:rsidP="00D14D11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je oprávněn zpřístupnit Důvěrné informace jiným třetím osobám </w:t>
      </w:r>
      <w:bookmarkEnd w:id="8"/>
      <w:r w:rsidRPr="002260C3">
        <w:rPr>
          <w:rFonts w:asciiTheme="minorHAnsi" w:hAnsiTheme="minorHAnsi"/>
          <w:sz w:val="18"/>
          <w:szCs w:val="18"/>
        </w:rPr>
        <w:t xml:space="preserve">jen s předchozím písemným souhlasem Zadavatele, anebo při splnění podmínek uvedených v článku </w:t>
      </w:r>
      <w:bookmarkEnd w:id="7"/>
      <w:bookmarkEnd w:id="9"/>
      <w:r>
        <w:rPr>
          <w:rFonts w:asciiTheme="minorHAnsi" w:hAnsiTheme="minorHAnsi"/>
          <w:sz w:val="18"/>
          <w:szCs w:val="18"/>
        </w:rPr>
        <w:t>4</w:t>
      </w:r>
      <w:r w:rsidRPr="002260C3">
        <w:rPr>
          <w:rFonts w:asciiTheme="minorHAnsi" w:hAnsiTheme="minorHAnsi"/>
          <w:sz w:val="18"/>
          <w:szCs w:val="18"/>
        </w:rPr>
        <w:t xml:space="preserve"> </w:t>
      </w:r>
      <w:proofErr w:type="gramStart"/>
      <w:r w:rsidR="00D14D11">
        <w:rPr>
          <w:rFonts w:asciiTheme="minorHAnsi" w:hAnsiTheme="minorHAnsi"/>
          <w:sz w:val="18"/>
          <w:szCs w:val="18"/>
        </w:rPr>
        <w:t>této</w:t>
      </w:r>
      <w:proofErr w:type="gramEnd"/>
      <w:r w:rsidR="00D14D11">
        <w:rPr>
          <w:rFonts w:asciiTheme="minorHAnsi" w:hAnsiTheme="minorHAnsi"/>
          <w:sz w:val="18"/>
          <w:szCs w:val="18"/>
        </w:rPr>
        <w:t xml:space="preserve"> </w:t>
      </w:r>
      <w:r w:rsidRPr="002260C3">
        <w:rPr>
          <w:rFonts w:asciiTheme="minorHAnsi" w:hAnsiTheme="minorHAnsi"/>
          <w:sz w:val="18"/>
          <w:szCs w:val="18"/>
        </w:rPr>
        <w:t xml:space="preserve">Dohody. </w:t>
      </w:r>
    </w:p>
    <w:p w14:paraId="61953683" w14:textId="5F769E54" w:rsidR="0020437B" w:rsidRPr="002260C3" w:rsidRDefault="0020437B" w:rsidP="00D14D11">
      <w:pPr>
        <w:pStyle w:val="RLTextlnkuslovan"/>
        <w:rPr>
          <w:rFonts w:asciiTheme="minorHAnsi" w:hAnsiTheme="minorHAnsi"/>
          <w:caps/>
          <w:sz w:val="18"/>
          <w:szCs w:val="18"/>
        </w:rPr>
      </w:pPr>
      <w:r w:rsidRPr="005443E0">
        <w:rPr>
          <w:rFonts w:asciiTheme="minorHAnsi" w:hAnsiTheme="minorHAnsi"/>
          <w:sz w:val="18"/>
          <w:szCs w:val="18"/>
        </w:rPr>
        <w:t>CD</w:t>
      </w:r>
      <w:r w:rsidR="004C762A" w:rsidRPr="005443E0">
        <w:rPr>
          <w:rFonts w:asciiTheme="minorHAnsi" w:hAnsiTheme="minorHAnsi"/>
          <w:sz w:val="18"/>
          <w:szCs w:val="18"/>
        </w:rPr>
        <w:t>/</w:t>
      </w:r>
      <w:proofErr w:type="spellStart"/>
      <w:r w:rsidR="004C762A" w:rsidRPr="005443E0">
        <w:rPr>
          <w:rFonts w:asciiTheme="minorHAnsi" w:hAnsiTheme="minorHAnsi"/>
          <w:sz w:val="18"/>
          <w:szCs w:val="18"/>
        </w:rPr>
        <w:t>flash</w:t>
      </w:r>
      <w:proofErr w:type="spellEnd"/>
      <w:r w:rsidR="004C762A" w:rsidRPr="005443E0">
        <w:rPr>
          <w:rFonts w:asciiTheme="minorHAnsi" w:hAnsiTheme="minorHAnsi"/>
          <w:sz w:val="18"/>
          <w:szCs w:val="18"/>
        </w:rPr>
        <w:t xml:space="preserve"> disk</w:t>
      </w:r>
      <w:r w:rsidRPr="004C762A">
        <w:rPr>
          <w:rFonts w:asciiTheme="minorHAnsi" w:hAnsiTheme="minorHAnsi"/>
          <w:sz w:val="18"/>
          <w:szCs w:val="18"/>
        </w:rPr>
        <w:t xml:space="preserve"> s</w:t>
      </w:r>
      <w:r w:rsidRPr="002260C3">
        <w:rPr>
          <w:rFonts w:asciiTheme="minorHAnsi" w:hAnsiTheme="minorHAnsi"/>
          <w:sz w:val="18"/>
          <w:szCs w:val="18"/>
        </w:rPr>
        <w:t> Důvěrnými informacemi bude po podpisu této Dohody předáno Dodavateli a</w:t>
      </w:r>
      <w:r w:rsidR="00D14D11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>zůstává ve výhradním vlastnictví Zadavatele.</w:t>
      </w:r>
    </w:p>
    <w:p w14:paraId="34592784" w14:textId="77777777" w:rsidR="0020437B" w:rsidRPr="002260C3" w:rsidRDefault="0020437B" w:rsidP="00D20BC6">
      <w:pPr>
        <w:pStyle w:val="RLlneksmlouvy"/>
        <w:rPr>
          <w:rFonts w:asciiTheme="minorHAnsi" w:hAnsiTheme="minorHAnsi"/>
          <w:sz w:val="18"/>
          <w:szCs w:val="18"/>
        </w:rPr>
      </w:pPr>
      <w:bookmarkStart w:id="10" w:name="_Ref306006405"/>
      <w:r w:rsidRPr="002260C3">
        <w:rPr>
          <w:rFonts w:asciiTheme="minorHAnsi" w:hAnsiTheme="minorHAnsi"/>
          <w:sz w:val="18"/>
          <w:szCs w:val="18"/>
        </w:rPr>
        <w:t>PODDODAVATELÉ</w:t>
      </w:r>
      <w:bookmarkEnd w:id="10"/>
    </w:p>
    <w:p w14:paraId="5B4DCA51" w14:textId="0A6AD5D2" w:rsidR="0020437B" w:rsidRPr="002260C3" w:rsidRDefault="0020437B" w:rsidP="00D20BC6">
      <w:pPr>
        <w:pStyle w:val="RLTextlnkuslovan"/>
        <w:numPr>
          <w:ilvl w:val="1"/>
          <w:numId w:val="39"/>
        </w:numPr>
        <w:rPr>
          <w:rFonts w:asciiTheme="minorHAnsi" w:hAnsiTheme="minorHAnsi"/>
          <w:sz w:val="18"/>
          <w:szCs w:val="18"/>
        </w:rPr>
      </w:pPr>
      <w:bookmarkStart w:id="11" w:name="_Ref306006456"/>
      <w:bookmarkStart w:id="12" w:name="_Ref303258280"/>
      <w:bookmarkStart w:id="13" w:name="_Ref303259180"/>
      <w:r w:rsidRPr="002260C3">
        <w:rPr>
          <w:rFonts w:asciiTheme="minorHAnsi" w:hAnsiTheme="minorHAnsi"/>
          <w:sz w:val="18"/>
          <w:szCs w:val="18"/>
        </w:rPr>
        <w:t>Pokud Dodavatel zvažuje spolupracovat při přípravě nabídky na realizaci Veřejně zakázky a/nebo při eventuálním plnění Veřejné zakázky Dodavatelem se třetími osobami, zavazuje se sdílet s těmito osobami (dále jen „</w:t>
      </w:r>
      <w:r w:rsidRPr="002260C3">
        <w:rPr>
          <w:rFonts w:asciiTheme="minorHAnsi" w:hAnsiTheme="minorHAnsi"/>
          <w:b/>
          <w:sz w:val="18"/>
          <w:szCs w:val="18"/>
        </w:rPr>
        <w:t>Poddodavatelé</w:t>
      </w:r>
      <w:r w:rsidRPr="002260C3">
        <w:rPr>
          <w:rFonts w:asciiTheme="minorHAnsi" w:hAnsiTheme="minorHAnsi"/>
          <w:sz w:val="18"/>
          <w:szCs w:val="18"/>
        </w:rPr>
        <w:t xml:space="preserve">“) Důvěrné informace jen v souladu s tímto článkem </w:t>
      </w:r>
      <w:r>
        <w:rPr>
          <w:rFonts w:asciiTheme="minorHAnsi" w:hAnsiTheme="minorHAnsi"/>
          <w:sz w:val="18"/>
          <w:szCs w:val="18"/>
        </w:rPr>
        <w:t>4</w:t>
      </w:r>
      <w:r w:rsidRPr="002260C3">
        <w:rPr>
          <w:rFonts w:asciiTheme="minorHAnsi" w:hAnsiTheme="minorHAnsi"/>
          <w:sz w:val="18"/>
          <w:szCs w:val="18"/>
        </w:rPr>
        <w:t xml:space="preserve"> </w:t>
      </w:r>
      <w:proofErr w:type="gramStart"/>
      <w:r w:rsidR="00D20BC6">
        <w:rPr>
          <w:rFonts w:asciiTheme="minorHAnsi" w:hAnsiTheme="minorHAnsi"/>
          <w:sz w:val="18"/>
          <w:szCs w:val="18"/>
        </w:rPr>
        <w:t>této</w:t>
      </w:r>
      <w:proofErr w:type="gramEnd"/>
      <w:r w:rsidR="00D20BC6">
        <w:rPr>
          <w:rFonts w:asciiTheme="minorHAnsi" w:hAnsiTheme="minorHAnsi"/>
          <w:sz w:val="18"/>
          <w:szCs w:val="18"/>
        </w:rPr>
        <w:t xml:space="preserve"> </w:t>
      </w:r>
      <w:r w:rsidRPr="002260C3">
        <w:rPr>
          <w:rFonts w:asciiTheme="minorHAnsi" w:hAnsiTheme="minorHAnsi"/>
          <w:sz w:val="18"/>
          <w:szCs w:val="18"/>
        </w:rPr>
        <w:t>Dohody.</w:t>
      </w:r>
      <w:bookmarkEnd w:id="11"/>
    </w:p>
    <w:p w14:paraId="52577DAF" w14:textId="570790EE" w:rsidR="0020437B" w:rsidRPr="002260C3" w:rsidRDefault="0020437B" w:rsidP="00D20BC6">
      <w:pPr>
        <w:pStyle w:val="RLTextlnkuslovan"/>
        <w:numPr>
          <w:ilvl w:val="1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lastRenderedPageBreak/>
        <w:t xml:space="preserve">Za Poddodavatele se považuje jakákoliv třetí osoba spolupracující s Dodavatelem dle odst. </w:t>
      </w:r>
      <w:r>
        <w:rPr>
          <w:rFonts w:asciiTheme="minorHAnsi" w:hAnsiTheme="minorHAnsi"/>
          <w:sz w:val="18"/>
          <w:szCs w:val="18"/>
        </w:rPr>
        <w:t>4.1</w:t>
      </w:r>
      <w:r w:rsidRPr="002260C3">
        <w:rPr>
          <w:rFonts w:asciiTheme="minorHAnsi" w:hAnsiTheme="minorHAnsi"/>
          <w:sz w:val="18"/>
          <w:szCs w:val="18"/>
        </w:rPr>
        <w:t xml:space="preserve"> bez ohledu na to, zda: </w:t>
      </w:r>
    </w:p>
    <w:p w14:paraId="017D90DF" w14:textId="77777777" w:rsidR="0020437B" w:rsidRPr="002260C3" w:rsidRDefault="0020437B" w:rsidP="00D20BC6">
      <w:pPr>
        <w:pStyle w:val="RLTextlnkuslovan"/>
        <w:numPr>
          <w:ilvl w:val="2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spolupráce probíhá v rámci konsorcia Dodavatele a takovéto třetí osoby, jehož členové odpovídají Zadavateli společně a nerozdílně, nebo </w:t>
      </w:r>
    </w:p>
    <w:p w14:paraId="492B7CE0" w14:textId="77777777" w:rsidR="0020437B" w:rsidRPr="002260C3" w:rsidRDefault="0020437B" w:rsidP="00D20BC6">
      <w:pPr>
        <w:pStyle w:val="RLTextlnkuslovan"/>
        <w:numPr>
          <w:ilvl w:val="2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spolupráce je založena na poddodavatelském vztahu takovéto třetí osoby vůči Dodavateli, nebo </w:t>
      </w:r>
    </w:p>
    <w:p w14:paraId="24626A41" w14:textId="77777777" w:rsidR="0020437B" w:rsidRPr="002260C3" w:rsidRDefault="0020437B" w:rsidP="00D20BC6">
      <w:pPr>
        <w:pStyle w:val="RLTextlnkuslovan"/>
        <w:numPr>
          <w:ilvl w:val="2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spolupráce je založena na poddodavatelském vztahu Dodavatele vůči takovéto třetí osobě, nebo</w:t>
      </w:r>
    </w:p>
    <w:p w14:paraId="6E930C7D" w14:textId="77777777" w:rsidR="0020437B" w:rsidRPr="002260C3" w:rsidRDefault="0020437B" w:rsidP="00D20BC6">
      <w:pPr>
        <w:pStyle w:val="RLTextlnkuslovan"/>
        <w:numPr>
          <w:ilvl w:val="2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Dodavatel a třetí osoba zvolili eventuální jinou formu spolupráce.</w:t>
      </w:r>
    </w:p>
    <w:p w14:paraId="1A52FF30" w14:textId="77777777" w:rsidR="0020437B" w:rsidRPr="002260C3" w:rsidRDefault="0020437B" w:rsidP="00D20BC6">
      <w:pPr>
        <w:pStyle w:val="RLTextlnkuslovan"/>
        <w:numPr>
          <w:ilvl w:val="1"/>
          <w:numId w:val="39"/>
        </w:numPr>
        <w:rPr>
          <w:rFonts w:asciiTheme="minorHAnsi" w:hAnsiTheme="minorHAnsi"/>
          <w:sz w:val="18"/>
          <w:szCs w:val="18"/>
        </w:rPr>
      </w:pPr>
      <w:bookmarkStart w:id="14" w:name="_Ref524452695"/>
      <w:r w:rsidRPr="002260C3">
        <w:rPr>
          <w:rFonts w:asciiTheme="minorHAnsi" w:hAnsiTheme="minorHAnsi"/>
          <w:sz w:val="18"/>
          <w:szCs w:val="18"/>
        </w:rPr>
        <w:t>Za Poddo</w:t>
      </w:r>
      <w:r>
        <w:rPr>
          <w:rFonts w:asciiTheme="minorHAnsi" w:hAnsiTheme="minorHAnsi"/>
          <w:sz w:val="18"/>
          <w:szCs w:val="18"/>
        </w:rPr>
        <w:t>da</w:t>
      </w:r>
      <w:r w:rsidRPr="002260C3">
        <w:rPr>
          <w:rFonts w:asciiTheme="minorHAnsi" w:hAnsiTheme="minorHAnsi"/>
          <w:sz w:val="18"/>
          <w:szCs w:val="18"/>
        </w:rPr>
        <w:t>vatele se považují i zajišťovny a další pojistitelé poskytující Dodavateli zajištění pro účely plnění veřejné zakázky.</w:t>
      </w:r>
    </w:p>
    <w:p w14:paraId="7D149DF0" w14:textId="145A460C" w:rsidR="0020437B" w:rsidRPr="002260C3" w:rsidRDefault="0020437B" w:rsidP="00D20BC6">
      <w:pPr>
        <w:pStyle w:val="RLTextlnkuslovan"/>
        <w:numPr>
          <w:ilvl w:val="1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Dodavatel je oprávněn sdílet Důvěrné informace s Poddodavateli pouze za</w:t>
      </w:r>
      <w:r w:rsidR="00D20BC6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 xml:space="preserve">předpokladu, že jsou vázáni mlčenlivostí minimálně v rozsahu dle této Dohody. </w:t>
      </w:r>
      <w:bookmarkEnd w:id="14"/>
    </w:p>
    <w:bookmarkEnd w:id="12"/>
    <w:bookmarkEnd w:id="13"/>
    <w:p w14:paraId="1AFC07A9" w14:textId="77777777" w:rsidR="0020437B" w:rsidRPr="002260C3" w:rsidRDefault="0020437B" w:rsidP="00D20BC6">
      <w:pPr>
        <w:pStyle w:val="RLlneksmlouvy"/>
        <w:numPr>
          <w:ilvl w:val="0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SPLNĚNÍ ÚČELU DOHODY</w:t>
      </w:r>
    </w:p>
    <w:p w14:paraId="51BEA174" w14:textId="00872817" w:rsidR="0020437B" w:rsidRPr="00E56A79" w:rsidRDefault="0020437B" w:rsidP="00D20BC6">
      <w:pPr>
        <w:pStyle w:val="RLTextlnkuslovan"/>
        <w:rPr>
          <w:rFonts w:asciiTheme="minorHAnsi" w:hAnsiTheme="minorHAnsi"/>
          <w:sz w:val="18"/>
          <w:szCs w:val="18"/>
          <w:lang w:eastAsia="en-US"/>
        </w:rPr>
      </w:pPr>
      <w:bookmarkStart w:id="15" w:name="_Ref303278277"/>
      <w:r w:rsidRPr="00E56A79">
        <w:rPr>
          <w:rFonts w:asciiTheme="minorHAnsi" w:hAnsiTheme="minorHAnsi"/>
          <w:sz w:val="18"/>
          <w:szCs w:val="18"/>
          <w:lang w:eastAsia="en-US"/>
        </w:rPr>
        <w:t>Dodavatel se zavazuje, že zničí CD</w:t>
      </w:r>
      <w:r w:rsidR="005443E0">
        <w:rPr>
          <w:rFonts w:asciiTheme="minorHAnsi" w:hAnsiTheme="minorHAnsi"/>
          <w:sz w:val="18"/>
          <w:szCs w:val="18"/>
          <w:lang w:eastAsia="en-US"/>
        </w:rPr>
        <w:t>/</w:t>
      </w:r>
      <w:proofErr w:type="spellStart"/>
      <w:r w:rsidR="005443E0">
        <w:rPr>
          <w:rFonts w:asciiTheme="minorHAnsi" w:hAnsiTheme="minorHAnsi"/>
          <w:sz w:val="18"/>
          <w:szCs w:val="18"/>
          <w:lang w:eastAsia="en-US"/>
        </w:rPr>
        <w:t>flash</w:t>
      </w:r>
      <w:proofErr w:type="spellEnd"/>
      <w:r w:rsidR="005443E0">
        <w:rPr>
          <w:rFonts w:asciiTheme="minorHAnsi" w:hAnsiTheme="minorHAnsi"/>
          <w:sz w:val="18"/>
          <w:szCs w:val="18"/>
          <w:lang w:eastAsia="en-US"/>
        </w:rPr>
        <w:t xml:space="preserve"> disk</w:t>
      </w:r>
      <w:r w:rsidRPr="00E56A79">
        <w:rPr>
          <w:rFonts w:asciiTheme="minorHAnsi" w:hAnsiTheme="minorHAnsi"/>
          <w:sz w:val="18"/>
          <w:szCs w:val="18"/>
          <w:lang w:eastAsia="en-US"/>
        </w:rPr>
        <w:t xml:space="preserve"> s Důvěrnými informacemi a rovněž jakékoliv kopie Důvěrných informací, které v souvislosti s plněním předmětu a účelu této Dohody pořídil, tak, že informace nebudou dále použitelné ani obnovitelné, a to bezodkladně po:</w:t>
      </w:r>
    </w:p>
    <w:p w14:paraId="1944CEC9" w14:textId="77777777" w:rsidR="0020437B" w:rsidRPr="002260C3" w:rsidRDefault="0020437B" w:rsidP="00D20BC6">
      <w:pPr>
        <w:pStyle w:val="RLTextlnkuslovan"/>
        <w:numPr>
          <w:ilvl w:val="0"/>
          <w:numId w:val="40"/>
        </w:numPr>
        <w:ind w:left="2212" w:hanging="794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uplynutí lhůty pro podání nabídek do zadávacího řízení na zadání Veřejné zakázky, nepodal-li nabídku před jejím uplynutím;</w:t>
      </w:r>
    </w:p>
    <w:p w14:paraId="7FBDC138" w14:textId="2AB44566" w:rsidR="0020437B" w:rsidRPr="002260C3" w:rsidRDefault="0020437B" w:rsidP="00D20BC6">
      <w:pPr>
        <w:pStyle w:val="RLTextlnkuslovan"/>
        <w:numPr>
          <w:ilvl w:val="0"/>
          <w:numId w:val="40"/>
        </w:numPr>
        <w:ind w:left="2212" w:hanging="794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skončení účasti Dodavatele v zadávacím řízení na zadání Veřejné zakázky nebo ukončení zadávacího řízení, pokud s ním nebyla uzavřena smlouvy na</w:t>
      </w:r>
      <w:r w:rsidR="00D20BC6">
        <w:rPr>
          <w:rFonts w:asciiTheme="minorHAnsi" w:hAnsiTheme="minorHAnsi"/>
          <w:sz w:val="18"/>
          <w:szCs w:val="18"/>
          <w:lang w:eastAsia="en-US"/>
        </w:rPr>
        <w:t> </w:t>
      </w:r>
      <w:r w:rsidRPr="002260C3">
        <w:rPr>
          <w:rFonts w:asciiTheme="minorHAnsi" w:hAnsiTheme="minorHAnsi"/>
          <w:sz w:val="18"/>
          <w:szCs w:val="18"/>
          <w:lang w:eastAsia="en-US"/>
        </w:rPr>
        <w:t>plnění veřejné zakázky;</w:t>
      </w:r>
    </w:p>
    <w:p w14:paraId="2DAA7722" w14:textId="77777777" w:rsidR="0020437B" w:rsidRPr="002260C3" w:rsidRDefault="0020437B" w:rsidP="00D20BC6">
      <w:pPr>
        <w:pStyle w:val="RLTextlnkuslovan"/>
        <w:numPr>
          <w:ilvl w:val="0"/>
          <w:numId w:val="40"/>
        </w:numPr>
        <w:ind w:left="2212" w:hanging="794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 xml:space="preserve">nebo po doručení písemné výzvy Zadavatele. </w:t>
      </w:r>
      <w:bookmarkEnd w:id="15"/>
    </w:p>
    <w:p w14:paraId="7FA91B81" w14:textId="77777777" w:rsidR="0020437B" w:rsidRPr="002260C3" w:rsidRDefault="0020437B" w:rsidP="00D20BC6">
      <w:pPr>
        <w:pStyle w:val="RLlneksmlouvy"/>
        <w:numPr>
          <w:ilvl w:val="0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PORUŠENÍ POVINNOSTÍ</w:t>
      </w:r>
    </w:p>
    <w:p w14:paraId="159120FF" w14:textId="77777777" w:rsidR="0020437B" w:rsidRPr="002260C3" w:rsidRDefault="0020437B" w:rsidP="00D20BC6">
      <w:pPr>
        <w:pStyle w:val="RLTextlnkuslovan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Poruší-li Poddodavatel dohodu uzavřenou s Dodavatelem nebo Zadavatelem na základě odst. 4.4 této Dohody a Zadavateli v důsledku toho vznikne škoda, Dodavatel</w:t>
      </w:r>
      <w:r w:rsidRPr="002260C3" w:rsidDel="00D41725">
        <w:rPr>
          <w:rFonts w:asciiTheme="minorHAnsi" w:hAnsiTheme="minorHAnsi"/>
          <w:sz w:val="18"/>
          <w:szCs w:val="18"/>
          <w:lang w:eastAsia="en-US"/>
        </w:rPr>
        <w:t xml:space="preserve"> </w:t>
      </w:r>
      <w:r w:rsidRPr="002260C3">
        <w:rPr>
          <w:rFonts w:asciiTheme="minorHAnsi" w:hAnsiTheme="minorHAnsi"/>
          <w:sz w:val="18"/>
          <w:szCs w:val="18"/>
          <w:lang w:eastAsia="en-US"/>
        </w:rPr>
        <w:t>za takto vzniklou škodu odpovídá.</w:t>
      </w:r>
    </w:p>
    <w:p w14:paraId="7BAB974C" w14:textId="661A784E" w:rsidR="0020437B" w:rsidRPr="002260C3" w:rsidRDefault="0020437B" w:rsidP="00D20BC6">
      <w:pPr>
        <w:pStyle w:val="RLTextlnkuslovan"/>
        <w:rPr>
          <w:rFonts w:asciiTheme="minorHAnsi" w:hAnsiTheme="minorHAnsi"/>
          <w:sz w:val="18"/>
          <w:szCs w:val="18"/>
          <w:lang w:eastAsia="en-US"/>
        </w:rPr>
      </w:pPr>
      <w:bookmarkStart w:id="16" w:name="_Ref303256265"/>
      <w:r w:rsidRPr="002260C3">
        <w:rPr>
          <w:rFonts w:asciiTheme="minorHAnsi" w:hAnsiTheme="minorHAnsi"/>
          <w:sz w:val="18"/>
          <w:szCs w:val="18"/>
          <w:lang w:eastAsia="en-US"/>
        </w:rPr>
        <w:t xml:space="preserve">Za každé jednotlivé porušení povinnosti Dodavatele uvedené v článku </w:t>
      </w:r>
      <w:r>
        <w:rPr>
          <w:rFonts w:asciiTheme="minorHAnsi" w:hAnsiTheme="minorHAnsi"/>
          <w:sz w:val="18"/>
          <w:szCs w:val="18"/>
          <w:lang w:eastAsia="en-US"/>
        </w:rPr>
        <w:t>3</w:t>
      </w:r>
      <w:r w:rsidRPr="002260C3">
        <w:rPr>
          <w:rFonts w:asciiTheme="minorHAnsi" w:hAnsiTheme="minorHAnsi"/>
          <w:sz w:val="18"/>
          <w:szCs w:val="18"/>
          <w:lang w:eastAsia="en-US"/>
        </w:rPr>
        <w:t xml:space="preserve"> této Dohody nebo povinnosti dle odst. 4.4 této Dohody, má Zadavatel právo požadovat zaplacení smluvní pokuty ze strany Dodavatele ve výši 500.000,- Kč (slovy: pět set tisíc korun českých).</w:t>
      </w:r>
      <w:bookmarkEnd w:id="16"/>
      <w:r w:rsidRPr="002260C3">
        <w:rPr>
          <w:rFonts w:asciiTheme="minorHAnsi" w:hAnsiTheme="minorHAnsi"/>
          <w:sz w:val="18"/>
          <w:szCs w:val="18"/>
          <w:lang w:eastAsia="en-US"/>
        </w:rPr>
        <w:t xml:space="preserve"> Za porušení těchto povinností Dodavatele se nepovažuje nakládání s Důvěrnými informacemi, které jsou veřejně známé nebo se staly veřejně známými bez porušení této Dohody, a dále poskytnutí Důvěrných informací na základě právních předpisů či vykonatelného rozhodnutí soudu nebo jiného orgánu veřejné moci.</w:t>
      </w:r>
    </w:p>
    <w:p w14:paraId="00D83573" w14:textId="77777777" w:rsidR="0020437B" w:rsidRPr="002260C3" w:rsidRDefault="0020437B" w:rsidP="00D20BC6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Povinnost Dodavatele zaplatit smluvní pokutu dle této Dohody se nedotýká nároku Zadavatele na náhradu škody způsobené porušením povinnosti, které ke vzniku nároku na smluvní pokutu vedlo, a to v plné výši.</w:t>
      </w:r>
    </w:p>
    <w:p w14:paraId="0187338E" w14:textId="77777777" w:rsidR="0020437B" w:rsidRPr="002260C3" w:rsidRDefault="0020437B" w:rsidP="00D20BC6">
      <w:pPr>
        <w:pStyle w:val="RLlneksmlouvy"/>
        <w:numPr>
          <w:ilvl w:val="0"/>
          <w:numId w:val="39"/>
        </w:numPr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lastRenderedPageBreak/>
        <w:t>ZÁVĚREČNÁ USTANOVENÍ</w:t>
      </w:r>
    </w:p>
    <w:p w14:paraId="3AD17999" w14:textId="36D29933" w:rsidR="0020437B" w:rsidRPr="002260C3" w:rsidRDefault="0020437B" w:rsidP="00D20BC6">
      <w:pPr>
        <w:pStyle w:val="RLTextlnkuslovan"/>
        <w:rPr>
          <w:rFonts w:asciiTheme="minorHAnsi" w:hAnsiTheme="minorHAnsi"/>
          <w:sz w:val="18"/>
          <w:szCs w:val="18"/>
        </w:rPr>
      </w:pPr>
      <w:bookmarkStart w:id="17" w:name="_Ref306010659"/>
      <w:r w:rsidRPr="002260C3">
        <w:rPr>
          <w:rFonts w:asciiTheme="minorHAnsi" w:hAnsiTheme="minorHAnsi"/>
          <w:sz w:val="18"/>
          <w:szCs w:val="18"/>
        </w:rPr>
        <w:t>Povinnost chránit Důvěrné informace zavazuje Dodavatele bez ohledu na případné ukončení této Dohody po dobu pěti (5) let od uzavření této Dohody.</w:t>
      </w:r>
      <w:bookmarkEnd w:id="17"/>
      <w:r w:rsidRPr="002260C3">
        <w:rPr>
          <w:rFonts w:asciiTheme="minorHAnsi" w:hAnsiTheme="minorHAnsi"/>
          <w:sz w:val="18"/>
          <w:szCs w:val="18"/>
        </w:rPr>
        <w:t xml:space="preserve"> Ustanovení o</w:t>
      </w:r>
      <w:r w:rsidR="00D20BC6">
        <w:rPr>
          <w:rFonts w:asciiTheme="minorHAnsi" w:hAnsiTheme="minorHAnsi"/>
          <w:sz w:val="18"/>
          <w:szCs w:val="18"/>
        </w:rPr>
        <w:t> </w:t>
      </w:r>
      <w:r w:rsidRPr="002260C3">
        <w:rPr>
          <w:rFonts w:asciiTheme="minorHAnsi" w:hAnsiTheme="minorHAnsi"/>
          <w:sz w:val="18"/>
          <w:szCs w:val="18"/>
        </w:rPr>
        <w:t xml:space="preserve">odpovědnosti a smluvních pokutách se uplatní také v případě porušení povinnosti chránit Důvěrné informace dle předchozí věty. </w:t>
      </w:r>
    </w:p>
    <w:p w14:paraId="1132AB9A" w14:textId="77777777" w:rsidR="0020437B" w:rsidRPr="002260C3" w:rsidRDefault="0020437B" w:rsidP="00D20BC6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Tuto Dohodu je možné měnit pouze písemnou dohodou Stran ve formě číslovaných dodatků k této Dohodě, podepsaných za každou Stranu osobou nebo osobami oprávněnými zastupovat tuto Stranu.</w:t>
      </w:r>
    </w:p>
    <w:p w14:paraId="5FEDE2F9" w14:textId="77777777" w:rsidR="0020437B" w:rsidRPr="002260C3" w:rsidRDefault="0020437B" w:rsidP="00D20BC6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Veškerá práva a povinnosti vyplývající z této Dohody přecházejí, pokud to povaha těchto práv a povinností nevylučuje, na právní nástupce Stran. </w:t>
      </w:r>
    </w:p>
    <w:p w14:paraId="442954DB" w14:textId="77777777" w:rsidR="0020437B" w:rsidRPr="002260C3" w:rsidRDefault="0020437B" w:rsidP="00D20BC6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Nedílnou součást Dohody tvoří tyto přílohy:</w:t>
      </w:r>
    </w:p>
    <w:p w14:paraId="00A92CB4" w14:textId="77777777" w:rsidR="0020437B" w:rsidRPr="002260C3" w:rsidRDefault="0020437B" w:rsidP="00D20BC6">
      <w:pPr>
        <w:pStyle w:val="RLTextlnkuslovan"/>
        <w:numPr>
          <w:ilvl w:val="0"/>
          <w:numId w:val="0"/>
        </w:numPr>
        <w:ind w:left="1474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Příloha č. 1: Specifikace Důvěrných informací</w:t>
      </w:r>
    </w:p>
    <w:p w14:paraId="7524B261" w14:textId="77777777" w:rsidR="0020437B" w:rsidRPr="002260C3" w:rsidRDefault="0020437B" w:rsidP="00D20BC6">
      <w:pPr>
        <w:pStyle w:val="RLTextlnkuslovan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Tato Dohoda je uzavřena ve třech (3) stejnopisech, z nichž zadavatel obdrží dvě (2) vyhotovení a Dodavatel obdrží jedno (1) Vyhotovení. </w:t>
      </w:r>
    </w:p>
    <w:p w14:paraId="1BDC2DE6" w14:textId="77777777" w:rsidR="0020437B" w:rsidRPr="002260C3" w:rsidRDefault="0020437B" w:rsidP="00D20BC6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68D99CE8" w14:textId="7CA25EAD" w:rsidR="0020437B" w:rsidRPr="002260C3" w:rsidRDefault="0020437B" w:rsidP="00D20BC6">
      <w:pPr>
        <w:pStyle w:val="RLProhlensmluvnchstran"/>
        <w:jc w:val="both"/>
        <w:rPr>
          <w:rFonts w:asciiTheme="minorHAnsi" w:hAnsiTheme="minorHAnsi"/>
          <w:b w:val="0"/>
          <w:sz w:val="18"/>
          <w:szCs w:val="18"/>
        </w:rPr>
      </w:pPr>
      <w:r w:rsidRPr="002260C3">
        <w:rPr>
          <w:rFonts w:asciiTheme="minorHAnsi" w:hAnsiTheme="minorHAnsi"/>
          <w:b w:val="0"/>
          <w:sz w:val="18"/>
          <w:szCs w:val="18"/>
        </w:rPr>
        <w:t xml:space="preserve">Příloha č. 1 – </w:t>
      </w:r>
      <w:r w:rsidR="000666F6">
        <w:rPr>
          <w:rFonts w:asciiTheme="minorHAnsi" w:hAnsiTheme="minorHAnsi"/>
          <w:b w:val="0"/>
          <w:sz w:val="18"/>
          <w:szCs w:val="18"/>
        </w:rPr>
        <w:t>D</w:t>
      </w:r>
      <w:r w:rsidR="00F0685F">
        <w:rPr>
          <w:rFonts w:asciiTheme="minorHAnsi" w:hAnsiTheme="minorHAnsi"/>
          <w:b w:val="0"/>
          <w:sz w:val="18"/>
          <w:szCs w:val="18"/>
        </w:rPr>
        <w:t>okument obsahující</w:t>
      </w:r>
      <w:r w:rsidRPr="002260C3">
        <w:rPr>
          <w:rFonts w:asciiTheme="minorHAnsi" w:hAnsiTheme="minorHAnsi"/>
          <w:b w:val="0"/>
          <w:sz w:val="18"/>
          <w:szCs w:val="18"/>
        </w:rPr>
        <w:t xml:space="preserve"> Důvěrných informací</w:t>
      </w:r>
    </w:p>
    <w:p w14:paraId="7F654DA3" w14:textId="77777777" w:rsidR="0020437B" w:rsidRPr="002260C3" w:rsidRDefault="0020437B" w:rsidP="00D20BC6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6C6072DA" w14:textId="77777777" w:rsidR="0020437B" w:rsidRPr="002260C3" w:rsidRDefault="0020437B" w:rsidP="00D20BC6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4B231326" w14:textId="77777777" w:rsidR="0020437B" w:rsidRPr="002260C3" w:rsidRDefault="0020437B" w:rsidP="00D20BC6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Strany prohlašují, že si tuto Dohodu přečetly, že s jejím obsahem souhlasí a na důkaz toho k ní připojují svoje podpisy.</w:t>
      </w:r>
    </w:p>
    <w:p w14:paraId="1BA27FAF" w14:textId="77777777" w:rsidR="0020437B" w:rsidRPr="002260C3" w:rsidRDefault="0020437B" w:rsidP="00D20BC6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35"/>
        <w:gridCol w:w="4535"/>
      </w:tblGrid>
      <w:tr w:rsidR="0020437B" w:rsidRPr="002260C3" w14:paraId="45714704" w14:textId="77777777" w:rsidTr="009576B3">
        <w:trPr>
          <w:jc w:val="center"/>
        </w:trPr>
        <w:tc>
          <w:tcPr>
            <w:tcW w:w="4605" w:type="dxa"/>
          </w:tcPr>
          <w:p w14:paraId="44091F1C" w14:textId="77777777" w:rsidR="0020437B" w:rsidRPr="002260C3" w:rsidRDefault="0020437B" w:rsidP="00D20BC6">
            <w:pPr>
              <w:pStyle w:val="RLdajeosmluvnstran"/>
              <w:jc w:val="both"/>
              <w:rPr>
                <w:rFonts w:asciiTheme="minorHAnsi" w:hAnsiTheme="minorHAnsi"/>
                <w:b/>
                <w:sz w:val="18"/>
                <w:szCs w:val="18"/>
                <w:lang w:eastAsia="cs-CZ"/>
              </w:rPr>
            </w:pPr>
            <w:r w:rsidRPr="002260C3">
              <w:rPr>
                <w:rFonts w:asciiTheme="minorHAnsi" w:hAnsiTheme="minorHAnsi"/>
                <w:b/>
                <w:sz w:val="18"/>
                <w:szCs w:val="18"/>
                <w:lang w:eastAsia="cs-CZ"/>
              </w:rPr>
              <w:t>Za Zadavatele</w:t>
            </w:r>
          </w:p>
          <w:p w14:paraId="2CFB5A67" w14:textId="77777777" w:rsidR="0020437B" w:rsidRPr="002260C3" w:rsidRDefault="0020437B" w:rsidP="00D20BC6">
            <w:pPr>
              <w:pStyle w:val="RLdajeosmluvnstran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41C7E41B" w14:textId="77777777" w:rsidR="0020437B" w:rsidRPr="002260C3" w:rsidRDefault="0020437B" w:rsidP="00D20BC6">
            <w:pPr>
              <w:pStyle w:val="RLdajeosmluvnstran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V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2260C3">
              <w:rPr>
                <w:rFonts w:asciiTheme="minorHAnsi" w:hAnsiTheme="minorHAnsi"/>
                <w:sz w:val="18"/>
                <w:szCs w:val="18"/>
              </w:rPr>
              <w:t>Praze, dne _____________</w:t>
            </w:r>
          </w:p>
          <w:p w14:paraId="2C86AC9D" w14:textId="77777777" w:rsidR="0020437B" w:rsidRPr="002260C3" w:rsidRDefault="0020437B" w:rsidP="00D20BC6">
            <w:pPr>
              <w:jc w:val="both"/>
            </w:pPr>
          </w:p>
        </w:tc>
        <w:tc>
          <w:tcPr>
            <w:tcW w:w="4605" w:type="dxa"/>
          </w:tcPr>
          <w:p w14:paraId="4598BD7B" w14:textId="77777777" w:rsidR="0020437B" w:rsidRPr="002260C3" w:rsidRDefault="0020437B" w:rsidP="00D20BC6">
            <w:pPr>
              <w:pStyle w:val="RLdajeosmluvnstran"/>
              <w:jc w:val="both"/>
              <w:rPr>
                <w:rFonts w:asciiTheme="minorHAnsi" w:hAnsiTheme="minorHAnsi"/>
                <w:b/>
                <w:sz w:val="18"/>
                <w:szCs w:val="18"/>
                <w:lang w:eastAsia="cs-CZ"/>
              </w:rPr>
            </w:pPr>
            <w:r w:rsidRPr="002260C3">
              <w:rPr>
                <w:rFonts w:asciiTheme="minorHAnsi" w:hAnsiTheme="minorHAnsi"/>
                <w:b/>
                <w:sz w:val="18"/>
                <w:szCs w:val="18"/>
                <w:lang w:eastAsia="cs-CZ"/>
              </w:rPr>
              <w:t>Za Dodavatele</w:t>
            </w:r>
          </w:p>
          <w:p w14:paraId="0FA9E53D" w14:textId="77777777" w:rsidR="0020437B" w:rsidRPr="002260C3" w:rsidRDefault="0020437B" w:rsidP="00D20BC6">
            <w:pPr>
              <w:pStyle w:val="RLdajeosmluvnstran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  <w:p w14:paraId="03CC0891" w14:textId="77777777" w:rsidR="0020437B" w:rsidRPr="002260C3" w:rsidRDefault="0020437B" w:rsidP="00D20BC6">
            <w:pPr>
              <w:pStyle w:val="RLdajeosmluvnstran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 xml:space="preserve">V </w:t>
            </w:r>
            <w:r w:rsidRPr="00EC270D">
              <w:rPr>
                <w:rFonts w:asciiTheme="minorHAnsi" w:hAnsiTheme="minorHAnsi"/>
                <w:sz w:val="18"/>
                <w:szCs w:val="18"/>
                <w:highlight w:val="darkGray"/>
              </w:rPr>
              <w:t>[DOPLNÍ DODAVATEL],</w:t>
            </w:r>
            <w:r w:rsidRPr="002260C3">
              <w:rPr>
                <w:rFonts w:asciiTheme="minorHAnsi" w:hAnsiTheme="minorHAnsi"/>
                <w:sz w:val="18"/>
                <w:szCs w:val="18"/>
              </w:rPr>
              <w:t xml:space="preserve"> dne </w:t>
            </w:r>
            <w:r w:rsidRPr="00EC270D">
              <w:rPr>
                <w:rFonts w:asciiTheme="minorHAnsi" w:hAnsiTheme="minorHAnsi"/>
                <w:sz w:val="18"/>
                <w:szCs w:val="18"/>
                <w:highlight w:val="darkGray"/>
              </w:rPr>
              <w:t>[DOPLNÍ DODAVATEL]</w:t>
            </w:r>
          </w:p>
        </w:tc>
      </w:tr>
      <w:tr w:rsidR="0020437B" w:rsidRPr="002260C3" w14:paraId="3190D7FF" w14:textId="77777777" w:rsidTr="009576B3">
        <w:trPr>
          <w:jc w:val="center"/>
        </w:trPr>
        <w:tc>
          <w:tcPr>
            <w:tcW w:w="4605" w:type="dxa"/>
          </w:tcPr>
          <w:p w14:paraId="25BE41F7" w14:textId="77777777" w:rsidR="0020437B" w:rsidRPr="002260C3" w:rsidRDefault="0020437B" w:rsidP="00D20BC6">
            <w:pPr>
              <w:pStyle w:val="RLdajeosmluvnstran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</w:t>
            </w:r>
          </w:p>
          <w:p w14:paraId="0EF56E96" w14:textId="77777777" w:rsidR="0020437B" w:rsidRPr="00D20BC6" w:rsidRDefault="0020437B" w:rsidP="00D20BC6">
            <w:pPr>
              <w:pStyle w:val="RLProhlensmluvnchstran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D20BC6">
              <w:rPr>
                <w:rFonts w:asciiTheme="minorHAnsi" w:hAnsiTheme="minorHAnsi"/>
                <w:sz w:val="18"/>
                <w:szCs w:val="18"/>
              </w:rPr>
              <w:t>Správa železnic, státní organizace</w:t>
            </w:r>
          </w:p>
          <w:p w14:paraId="78A01966" w14:textId="791E00DC" w:rsidR="0020437B" w:rsidRPr="002260C3" w:rsidRDefault="00D20BC6" w:rsidP="00D20BC6">
            <w:pPr>
              <w:pStyle w:val="RLdajeosmluvnstran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F0685F">
              <w:rPr>
                <w:rFonts w:asciiTheme="minorHAnsi" w:hAnsiTheme="minorHAnsi"/>
                <w:sz w:val="18"/>
                <w:szCs w:val="18"/>
              </w:rPr>
              <w:t>Bc. Jiří Svoboda, MBA, generální ředitel</w:t>
            </w:r>
          </w:p>
          <w:p w14:paraId="30FB6500" w14:textId="77777777" w:rsidR="0020437B" w:rsidRPr="002260C3" w:rsidRDefault="0020437B" w:rsidP="00D20BC6">
            <w:pPr>
              <w:jc w:val="both"/>
            </w:pPr>
          </w:p>
        </w:tc>
        <w:tc>
          <w:tcPr>
            <w:tcW w:w="4605" w:type="dxa"/>
          </w:tcPr>
          <w:p w14:paraId="375E9016" w14:textId="77777777" w:rsidR="0020437B" w:rsidRPr="002260C3" w:rsidRDefault="0020437B" w:rsidP="00D20BC6">
            <w:pPr>
              <w:pStyle w:val="RLdajeosmluvnstran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</w:t>
            </w:r>
          </w:p>
          <w:p w14:paraId="41CA62BA" w14:textId="77777777" w:rsidR="0020437B" w:rsidRPr="002260C3" w:rsidRDefault="0020437B" w:rsidP="00D20BC6">
            <w:pPr>
              <w:pStyle w:val="RLProhlensmluvnchstran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C270D">
              <w:rPr>
                <w:rFonts w:asciiTheme="minorHAnsi" w:hAnsiTheme="minorHAnsi"/>
                <w:sz w:val="18"/>
                <w:szCs w:val="18"/>
                <w:highlight w:val="darkGray"/>
              </w:rPr>
              <w:t>[DOPLNÍ DODAVATEL]</w:t>
            </w:r>
          </w:p>
          <w:p w14:paraId="0C3A3F08" w14:textId="77777777" w:rsidR="0020437B" w:rsidRPr="002260C3" w:rsidRDefault="0020437B" w:rsidP="00D20BC6">
            <w:pPr>
              <w:pStyle w:val="RLdajeosmluvnstran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EC270D">
              <w:rPr>
                <w:rFonts w:asciiTheme="minorHAnsi" w:hAnsiTheme="minorHAnsi"/>
                <w:sz w:val="18"/>
                <w:szCs w:val="18"/>
                <w:highlight w:val="darkGray"/>
              </w:rPr>
              <w:t>[DOPLNÍ DODAVATEL]</w:t>
            </w:r>
          </w:p>
        </w:tc>
      </w:tr>
    </w:tbl>
    <w:p w14:paraId="1CBB0D0F" w14:textId="77777777" w:rsidR="0020437B" w:rsidRPr="002260C3" w:rsidRDefault="0020437B" w:rsidP="0020437B">
      <w:pPr>
        <w:pStyle w:val="RLProhlensmluvnchstran"/>
        <w:jc w:val="left"/>
        <w:rPr>
          <w:rFonts w:asciiTheme="minorHAnsi" w:hAnsiTheme="minorHAnsi"/>
          <w:sz w:val="18"/>
          <w:szCs w:val="18"/>
          <w:lang w:eastAsia="en-US"/>
        </w:rPr>
        <w:sectPr w:rsidR="0020437B" w:rsidRPr="002260C3" w:rsidSect="0033381E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88" w:right="1418" w:bottom="1276" w:left="1418" w:header="284" w:footer="709" w:gutter="0"/>
          <w:cols w:space="708"/>
          <w:titlePg/>
          <w:docGrid w:linePitch="360"/>
        </w:sectPr>
      </w:pPr>
    </w:p>
    <w:p w14:paraId="4EF0AD7F" w14:textId="77777777" w:rsidR="0020437B" w:rsidRPr="002260C3" w:rsidRDefault="0020437B" w:rsidP="000666F6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  <w:bookmarkStart w:id="18" w:name="Annex01"/>
      <w:r w:rsidRPr="002260C3">
        <w:rPr>
          <w:rFonts w:asciiTheme="minorHAnsi" w:hAnsiTheme="minorHAnsi"/>
          <w:sz w:val="18"/>
          <w:szCs w:val="18"/>
        </w:rPr>
        <w:lastRenderedPageBreak/>
        <w:t>Příloha č. 1</w:t>
      </w:r>
      <w:bookmarkEnd w:id="18"/>
      <w:r>
        <w:rPr>
          <w:rFonts w:asciiTheme="minorHAnsi" w:hAnsiTheme="minorHAnsi"/>
          <w:sz w:val="18"/>
          <w:szCs w:val="18"/>
        </w:rPr>
        <w:t xml:space="preserve"> dohody o ochraně důvěrných informací</w:t>
      </w:r>
    </w:p>
    <w:p w14:paraId="1B821410" w14:textId="77777777" w:rsidR="000666F6" w:rsidRPr="000666F6" w:rsidRDefault="000666F6" w:rsidP="000666F6">
      <w:pPr>
        <w:pStyle w:val="RLProhlensmluvnchstran"/>
        <w:jc w:val="both"/>
        <w:rPr>
          <w:rFonts w:asciiTheme="minorHAnsi" w:hAnsiTheme="minorHAnsi"/>
          <w:bCs/>
          <w:sz w:val="18"/>
          <w:szCs w:val="18"/>
        </w:rPr>
      </w:pPr>
      <w:r w:rsidRPr="000666F6">
        <w:rPr>
          <w:rFonts w:asciiTheme="minorHAnsi" w:hAnsiTheme="minorHAnsi"/>
          <w:bCs/>
          <w:sz w:val="18"/>
          <w:szCs w:val="18"/>
        </w:rPr>
        <w:t>Dokument obsahující Důvěrných informací</w:t>
      </w:r>
    </w:p>
    <w:p w14:paraId="725332A8" w14:textId="77777777" w:rsidR="0020437B" w:rsidRPr="002260C3" w:rsidRDefault="0020437B" w:rsidP="000666F6">
      <w:pPr>
        <w:pStyle w:val="RLProhlensmluvnchstran"/>
        <w:jc w:val="both"/>
        <w:rPr>
          <w:rFonts w:asciiTheme="minorHAnsi" w:hAnsiTheme="minorHAnsi"/>
          <w:sz w:val="18"/>
          <w:szCs w:val="18"/>
        </w:rPr>
      </w:pPr>
    </w:p>
    <w:p w14:paraId="7CCB537C" w14:textId="44DCF030" w:rsidR="0020437B" w:rsidRPr="00E56A79" w:rsidRDefault="0020437B" w:rsidP="000666F6">
      <w:pPr>
        <w:pStyle w:val="RLProhlensmluvnchstran"/>
        <w:spacing w:line="276" w:lineRule="auto"/>
        <w:jc w:val="both"/>
        <w:rPr>
          <w:rFonts w:asciiTheme="minorHAnsi" w:hAnsiTheme="minorHAnsi"/>
          <w:b w:val="0"/>
          <w:sz w:val="18"/>
          <w:szCs w:val="18"/>
        </w:rPr>
      </w:pPr>
      <w:r w:rsidRPr="00E56A79">
        <w:rPr>
          <w:rFonts w:asciiTheme="minorHAnsi" w:hAnsiTheme="minorHAnsi"/>
          <w:b w:val="0"/>
          <w:sz w:val="18"/>
          <w:szCs w:val="18"/>
        </w:rPr>
        <w:t xml:space="preserve">Zadavatel poskytuje Dodavateli </w:t>
      </w:r>
      <w:r w:rsidR="000666F6">
        <w:rPr>
          <w:rFonts w:asciiTheme="minorHAnsi" w:hAnsiTheme="minorHAnsi"/>
          <w:b w:val="0"/>
          <w:sz w:val="18"/>
          <w:szCs w:val="18"/>
        </w:rPr>
        <w:t>dokument obsahující</w:t>
      </w:r>
      <w:r w:rsidRPr="00E56A79">
        <w:rPr>
          <w:rFonts w:asciiTheme="minorHAnsi" w:hAnsiTheme="minorHAnsi"/>
          <w:b w:val="0"/>
          <w:sz w:val="18"/>
          <w:szCs w:val="18"/>
        </w:rPr>
        <w:t xml:space="preserve"> Důvěrné informace</w:t>
      </w:r>
      <w:r w:rsidR="000666F6">
        <w:rPr>
          <w:rFonts w:asciiTheme="minorHAnsi" w:hAnsiTheme="minorHAnsi"/>
          <w:b w:val="0"/>
          <w:sz w:val="18"/>
          <w:szCs w:val="18"/>
        </w:rPr>
        <w:t xml:space="preserve">, tj. Přílohu č. </w:t>
      </w:r>
      <w:r w:rsidR="00FD6454">
        <w:rPr>
          <w:rFonts w:asciiTheme="minorHAnsi" w:hAnsiTheme="minorHAnsi"/>
          <w:b w:val="0"/>
          <w:sz w:val="18"/>
          <w:szCs w:val="18"/>
        </w:rPr>
        <w:t>5</w:t>
      </w:r>
      <w:r w:rsidR="000666F6">
        <w:rPr>
          <w:rFonts w:asciiTheme="minorHAnsi" w:hAnsiTheme="minorHAnsi"/>
          <w:b w:val="0"/>
          <w:sz w:val="18"/>
          <w:szCs w:val="18"/>
        </w:rPr>
        <w:t xml:space="preserve"> </w:t>
      </w:r>
      <w:r w:rsidR="00FD6454">
        <w:rPr>
          <w:rFonts w:asciiTheme="minorHAnsi" w:hAnsiTheme="minorHAnsi"/>
          <w:b w:val="0"/>
          <w:sz w:val="18"/>
          <w:szCs w:val="18"/>
        </w:rPr>
        <w:t>Výzvy k podání nabídky</w:t>
      </w:r>
      <w:r w:rsidR="000666F6">
        <w:rPr>
          <w:rFonts w:asciiTheme="minorHAnsi" w:hAnsiTheme="minorHAnsi"/>
          <w:b w:val="0"/>
          <w:sz w:val="18"/>
          <w:szCs w:val="18"/>
        </w:rPr>
        <w:t xml:space="preserve"> s názvem „</w:t>
      </w:r>
      <w:r w:rsidR="00FD6454" w:rsidRPr="00F608A1">
        <w:t>Specifikace informačního</w:t>
      </w:r>
      <w:r w:rsidR="00FD6454">
        <w:t xml:space="preserve"> systému kvalifikace dodavatelů</w:t>
      </w:r>
      <w:r w:rsidR="000666F6">
        <w:rPr>
          <w:rFonts w:asciiTheme="minorHAnsi" w:hAnsiTheme="minorHAnsi"/>
          <w:b w:val="0"/>
          <w:sz w:val="18"/>
          <w:szCs w:val="18"/>
        </w:rPr>
        <w:t>“</w:t>
      </w:r>
      <w:r w:rsidRPr="00E56A79">
        <w:rPr>
          <w:rFonts w:asciiTheme="minorHAnsi" w:hAnsiTheme="minorHAnsi"/>
          <w:b w:val="0"/>
          <w:sz w:val="18"/>
          <w:szCs w:val="18"/>
        </w:rPr>
        <w:t xml:space="preserve">. </w:t>
      </w:r>
      <w:r w:rsidR="00DA555D">
        <w:rPr>
          <w:rFonts w:asciiTheme="minorHAnsi" w:hAnsiTheme="minorHAnsi"/>
          <w:b w:val="0"/>
          <w:sz w:val="18"/>
          <w:szCs w:val="18"/>
        </w:rPr>
        <w:t xml:space="preserve">Elektronický dokument </w:t>
      </w:r>
      <w:bookmarkStart w:id="19" w:name="_GoBack"/>
      <w:bookmarkEnd w:id="19"/>
      <w:r w:rsidR="00DA555D">
        <w:rPr>
          <w:rFonts w:asciiTheme="minorHAnsi" w:hAnsiTheme="minorHAnsi"/>
          <w:b w:val="0"/>
          <w:sz w:val="18"/>
          <w:szCs w:val="18"/>
        </w:rPr>
        <w:t>/</w:t>
      </w:r>
      <w:r w:rsidRPr="000666F6">
        <w:rPr>
          <w:rFonts w:asciiTheme="minorHAnsi" w:hAnsiTheme="minorHAnsi"/>
          <w:b w:val="0"/>
          <w:sz w:val="18"/>
          <w:szCs w:val="18"/>
        </w:rPr>
        <w:t>CD</w:t>
      </w:r>
      <w:r w:rsidR="000666F6" w:rsidRPr="000666F6">
        <w:rPr>
          <w:rFonts w:asciiTheme="minorHAnsi" w:hAnsiTheme="minorHAnsi"/>
          <w:b w:val="0"/>
          <w:sz w:val="18"/>
          <w:szCs w:val="18"/>
          <w:lang w:eastAsia="en-US"/>
        </w:rPr>
        <w:t xml:space="preserve"> / </w:t>
      </w:r>
      <w:proofErr w:type="spellStart"/>
      <w:r w:rsidR="000666F6" w:rsidRPr="000666F6">
        <w:rPr>
          <w:rFonts w:asciiTheme="minorHAnsi" w:hAnsiTheme="minorHAnsi"/>
          <w:b w:val="0"/>
          <w:sz w:val="18"/>
          <w:szCs w:val="18"/>
          <w:lang w:eastAsia="en-US"/>
        </w:rPr>
        <w:t>flash</w:t>
      </w:r>
      <w:proofErr w:type="spellEnd"/>
      <w:r w:rsidR="000666F6" w:rsidRPr="000666F6">
        <w:rPr>
          <w:rFonts w:asciiTheme="minorHAnsi" w:hAnsiTheme="minorHAnsi"/>
          <w:b w:val="0"/>
          <w:sz w:val="18"/>
          <w:szCs w:val="18"/>
          <w:lang w:eastAsia="en-US"/>
        </w:rPr>
        <w:t xml:space="preserve"> disk</w:t>
      </w:r>
      <w:r w:rsidRPr="00E56A79">
        <w:rPr>
          <w:rFonts w:asciiTheme="minorHAnsi" w:hAnsiTheme="minorHAnsi"/>
          <w:b w:val="0"/>
          <w:sz w:val="18"/>
          <w:szCs w:val="18"/>
        </w:rPr>
        <w:t xml:space="preserve"> s</w:t>
      </w:r>
      <w:r w:rsidR="000666F6">
        <w:rPr>
          <w:rFonts w:asciiTheme="minorHAnsi" w:hAnsiTheme="minorHAnsi"/>
          <w:b w:val="0"/>
          <w:sz w:val="18"/>
          <w:szCs w:val="18"/>
        </w:rPr>
        <w:t> tímto dokumentem</w:t>
      </w:r>
      <w:r w:rsidRPr="00E56A79">
        <w:rPr>
          <w:rFonts w:asciiTheme="minorHAnsi" w:hAnsiTheme="minorHAnsi"/>
          <w:b w:val="0"/>
          <w:sz w:val="18"/>
          <w:szCs w:val="18"/>
        </w:rPr>
        <w:t xml:space="preserve"> bude po podpisu této Dohody předáno Dodavateli.</w:t>
      </w:r>
    </w:p>
    <w:p w14:paraId="1F4EC7F1" w14:textId="77777777" w:rsidR="0020437B" w:rsidRDefault="0020437B" w:rsidP="000666F6">
      <w:pPr>
        <w:widowControl w:val="0"/>
        <w:tabs>
          <w:tab w:val="left" w:pos="1134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cs="Arial"/>
          <w:bCs/>
          <w:highlight w:val="yellow"/>
        </w:rPr>
      </w:pPr>
    </w:p>
    <w:p w14:paraId="724D01EF" w14:textId="77777777" w:rsidR="0020437B" w:rsidRPr="009022BC" w:rsidRDefault="0020437B" w:rsidP="0020437B"/>
    <w:p w14:paraId="52630929" w14:textId="77777777" w:rsidR="00ED4B10" w:rsidRPr="0020437B" w:rsidRDefault="00ED4B10" w:rsidP="0020437B"/>
    <w:sectPr w:rsidR="00ED4B10" w:rsidRPr="0020437B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7A65FD" w14:textId="77777777" w:rsidR="005B0B83" w:rsidRDefault="005B0B83" w:rsidP="00962258">
      <w:pPr>
        <w:spacing w:after="0" w:line="240" w:lineRule="auto"/>
      </w:pPr>
      <w:r>
        <w:separator/>
      </w:r>
    </w:p>
  </w:endnote>
  <w:endnote w:type="continuationSeparator" w:id="0">
    <w:p w14:paraId="26B487B2" w14:textId="77777777" w:rsidR="005B0B83" w:rsidRDefault="005B0B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92F64" w14:textId="77777777" w:rsidR="0020437B" w:rsidRDefault="0020437B" w:rsidP="00B942D5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536BCF04" w14:textId="77777777" w:rsidR="0020437B" w:rsidRDefault="002043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A02CA" w14:textId="7458963B" w:rsidR="0020437B" w:rsidRPr="00081141" w:rsidRDefault="0020437B" w:rsidP="002260C3">
    <w:pPr>
      <w:pStyle w:val="Zpat"/>
      <w:rPr>
        <w:rFonts w:ascii="Times New Roman" w:hAnsi="Times New Roman"/>
        <w:sz w:val="18"/>
      </w:rPr>
    </w:pPr>
    <w:r w:rsidRPr="00081141">
      <w:rPr>
        <w:rStyle w:val="slostrnky"/>
        <w:rFonts w:ascii="Times New Roman" w:hAnsi="Times New Roman"/>
        <w:sz w:val="18"/>
      </w:rPr>
      <w:fldChar w:fldCharType="begin"/>
    </w:r>
    <w:r w:rsidRPr="00081141">
      <w:rPr>
        <w:rStyle w:val="slostrnky"/>
        <w:rFonts w:ascii="Times New Roman" w:hAnsi="Times New Roman"/>
        <w:sz w:val="18"/>
      </w:rPr>
      <w:instrText xml:space="preserve"> PAGE </w:instrText>
    </w:r>
    <w:r w:rsidRPr="00081141">
      <w:rPr>
        <w:rStyle w:val="slostrnky"/>
        <w:rFonts w:ascii="Times New Roman" w:hAnsi="Times New Roman"/>
        <w:sz w:val="18"/>
      </w:rPr>
      <w:fldChar w:fldCharType="separate"/>
    </w:r>
    <w:r w:rsidR="00DA555D">
      <w:rPr>
        <w:rStyle w:val="slostrnky"/>
        <w:rFonts w:ascii="Times New Roman" w:hAnsi="Times New Roman"/>
        <w:noProof/>
        <w:sz w:val="18"/>
      </w:rPr>
      <w:t>4</w:t>
    </w:r>
    <w:r w:rsidRPr="00081141">
      <w:rPr>
        <w:rStyle w:val="slostrnky"/>
        <w:rFonts w:ascii="Times New Roman" w:hAnsi="Times New Roman"/>
        <w:sz w:val="18"/>
      </w:rPr>
      <w:fldChar w:fldCharType="end"/>
    </w:r>
    <w:r w:rsidRPr="00081141">
      <w:rPr>
        <w:rStyle w:val="slostrnky"/>
        <w:rFonts w:ascii="Times New Roman" w:hAnsi="Times New Roman"/>
        <w:sz w:val="18"/>
      </w:rPr>
      <w:t xml:space="preserve"> </w:t>
    </w:r>
    <w:r>
      <w:rPr>
        <w:rStyle w:val="slostrnky"/>
        <w:rFonts w:ascii="Times New Roman" w:hAnsi="Times New Roman"/>
        <w:sz w:val="18"/>
      </w:rPr>
      <w:t xml:space="preserve">/ 4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0437B" w14:paraId="6E435377" w14:textId="77777777" w:rsidTr="00CF2C8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E126C3" w14:textId="6868D8AE" w:rsidR="0020437B" w:rsidRPr="00B8518B" w:rsidRDefault="0020437B" w:rsidP="00CF2C8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555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4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98FCED" w14:textId="77777777" w:rsidR="0020437B" w:rsidRDefault="0020437B" w:rsidP="00F564F3">
          <w:pPr>
            <w:pStyle w:val="Zpat"/>
          </w:pPr>
          <w:r>
            <w:t>Správa železniční dopravní cesty, státní organizace</w:t>
          </w:r>
        </w:p>
        <w:p w14:paraId="252BF421" w14:textId="77777777" w:rsidR="0020437B" w:rsidRDefault="0020437B" w:rsidP="00F564F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415C46" w14:textId="77777777" w:rsidR="0020437B" w:rsidRDefault="0020437B" w:rsidP="00F564F3">
          <w:pPr>
            <w:pStyle w:val="Zpat"/>
          </w:pPr>
          <w:r>
            <w:t>Sídlo: Dlážděná 1003/7, 110 00 Praha 1</w:t>
          </w:r>
        </w:p>
        <w:p w14:paraId="407DAB71" w14:textId="77777777" w:rsidR="0020437B" w:rsidRDefault="0020437B" w:rsidP="00F564F3">
          <w:pPr>
            <w:pStyle w:val="Zpat"/>
          </w:pPr>
          <w:r>
            <w:t>IČ: 709 94 234 DIČ: CZ 709 94 234</w:t>
          </w:r>
        </w:p>
        <w:p w14:paraId="3026E8DD" w14:textId="6F2AE844" w:rsidR="0020437B" w:rsidRDefault="0020437B" w:rsidP="00F564F3">
          <w:pPr>
            <w:pStyle w:val="Zpat"/>
          </w:pPr>
          <w:r>
            <w:t>www.</w:t>
          </w:r>
          <w:r w:rsidR="003B3766">
            <w:t>spravazeleznic</w:t>
          </w:r>
          <w:r>
            <w:t>.cz</w:t>
          </w:r>
        </w:p>
      </w:tc>
      <w:tc>
        <w:tcPr>
          <w:tcW w:w="2921" w:type="dxa"/>
        </w:tcPr>
        <w:p w14:paraId="5FC045D1" w14:textId="77777777" w:rsidR="0020437B" w:rsidRDefault="0020437B" w:rsidP="00F564F3">
          <w:pPr>
            <w:pStyle w:val="Zpat"/>
          </w:pPr>
        </w:p>
      </w:tc>
    </w:tr>
  </w:tbl>
  <w:p w14:paraId="27E5F5B1" w14:textId="77777777" w:rsidR="0020437B" w:rsidRPr="00B8518B" w:rsidRDefault="0020437B" w:rsidP="00CF2C86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0B289418" wp14:editId="2EC6189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FC8EFC4" id="Straight Connector 7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00AA115B" wp14:editId="176881E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D321610" id="Straight Connector 10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C0F4BB6" w14:textId="77777777" w:rsidR="0020437B" w:rsidRPr="00460660" w:rsidRDefault="0020437B" w:rsidP="00CF2C86">
    <w:pPr>
      <w:pStyle w:val="Zpat"/>
      <w:rPr>
        <w:sz w:val="2"/>
        <w:szCs w:val="2"/>
      </w:rPr>
    </w:pPr>
  </w:p>
  <w:p w14:paraId="31D858BD" w14:textId="77777777" w:rsidR="0020437B" w:rsidRDefault="0020437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FAF1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8CE4B3" w14:textId="2B50728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2E833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BB24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A473CA" w14:textId="77777777" w:rsidR="00F1715C" w:rsidRDefault="00F1715C" w:rsidP="00D831A3">
          <w:pPr>
            <w:pStyle w:val="Zpat"/>
          </w:pPr>
        </w:p>
      </w:tc>
    </w:tr>
  </w:tbl>
  <w:p w14:paraId="771996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1E94520" wp14:editId="0D0D9E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670545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8E8DE6" wp14:editId="1DE68B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B90AB5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660EDD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227ED3" w14:textId="4D04803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555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555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68347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FB10AC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F7367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7F0E8E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0234A1F" w14:textId="1BCD6A17" w:rsidR="00F1715C" w:rsidRDefault="00F1715C" w:rsidP="00460660">
          <w:pPr>
            <w:pStyle w:val="Zpat"/>
          </w:pPr>
          <w:r>
            <w:t>www.</w:t>
          </w:r>
          <w:r w:rsidR="003B3766">
            <w:t>spravazeleznic</w:t>
          </w:r>
          <w:r>
            <w:t>.cz</w:t>
          </w:r>
        </w:p>
      </w:tc>
      <w:tc>
        <w:tcPr>
          <w:tcW w:w="2921" w:type="dxa"/>
        </w:tcPr>
        <w:p w14:paraId="04DF5232" w14:textId="77777777" w:rsidR="00F1715C" w:rsidRDefault="00F1715C" w:rsidP="00460660">
          <w:pPr>
            <w:pStyle w:val="Zpat"/>
          </w:pPr>
        </w:p>
      </w:tc>
    </w:tr>
  </w:tbl>
  <w:p w14:paraId="4F91AC0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4E6BD5" wp14:editId="4D8B98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2BE77A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75BD8A" wp14:editId="62F55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3870BC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8218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AEA7C5" w14:textId="77777777" w:rsidR="005B0B83" w:rsidRDefault="005B0B83" w:rsidP="00962258">
      <w:pPr>
        <w:spacing w:after="0" w:line="240" w:lineRule="auto"/>
      </w:pPr>
      <w:r>
        <w:separator/>
      </w:r>
    </w:p>
  </w:footnote>
  <w:footnote w:type="continuationSeparator" w:id="0">
    <w:p w14:paraId="60EC7C93" w14:textId="77777777" w:rsidR="005B0B83" w:rsidRDefault="005B0B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3381E" w14:paraId="248AF1C3" w14:textId="77777777" w:rsidTr="009576B3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69C8C13" w14:textId="77777777" w:rsidR="0033381E" w:rsidRPr="00B8518B" w:rsidRDefault="0033381E" w:rsidP="009576B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B67903" w14:textId="77777777" w:rsidR="0033381E" w:rsidRDefault="0033381E" w:rsidP="009576B3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94D4632" w14:textId="77777777" w:rsidR="0033381E" w:rsidRPr="00D6163D" w:rsidRDefault="0033381E" w:rsidP="009576B3">
          <w:pPr>
            <w:pStyle w:val="Druhdokumentu"/>
          </w:pPr>
        </w:p>
      </w:tc>
    </w:tr>
    <w:tr w:rsidR="0033381E" w14:paraId="462207AD" w14:textId="77777777" w:rsidTr="009576B3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699A96" w14:textId="77777777" w:rsidR="0033381E" w:rsidRPr="00B8518B" w:rsidRDefault="0033381E" w:rsidP="009576B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5C30AD" w14:textId="77777777" w:rsidR="0033381E" w:rsidRDefault="0033381E" w:rsidP="009576B3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C441EE" w14:textId="77777777" w:rsidR="0033381E" w:rsidRPr="00D6163D" w:rsidRDefault="0033381E" w:rsidP="009576B3">
          <w:pPr>
            <w:pStyle w:val="Druhdokumentu"/>
          </w:pPr>
        </w:p>
      </w:tc>
    </w:tr>
  </w:tbl>
  <w:p w14:paraId="228D44E0" w14:textId="77777777" w:rsidR="0033381E" w:rsidRPr="00D6163D" w:rsidRDefault="0033381E" w:rsidP="0033381E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8480" behindDoc="0" locked="1" layoutInCell="1" allowOverlap="1" wp14:anchorId="055FE4C3" wp14:editId="4AD7C15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9814BA" w14:textId="77777777" w:rsidR="0033381E" w:rsidRPr="00460660" w:rsidRDefault="0033381E" w:rsidP="0033381E">
    <w:pPr>
      <w:pStyle w:val="Zhlav"/>
      <w:rPr>
        <w:sz w:val="2"/>
        <w:szCs w:val="2"/>
      </w:rPr>
    </w:pPr>
  </w:p>
  <w:p w14:paraId="50C1FA00" w14:textId="6CF79896" w:rsidR="0020437B" w:rsidRPr="00CF2C86" w:rsidRDefault="0020437B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5993C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1071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DEF1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DBDA7B" w14:textId="77777777" w:rsidR="00F1715C" w:rsidRPr="00D6163D" w:rsidRDefault="00F1715C" w:rsidP="00D6163D">
          <w:pPr>
            <w:pStyle w:val="Druhdokumentu"/>
          </w:pPr>
        </w:p>
      </w:tc>
    </w:tr>
  </w:tbl>
  <w:p w14:paraId="7986ECC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0AE8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19EBD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91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980ABD" w14:textId="77777777" w:rsidR="00F1715C" w:rsidRPr="00D6163D" w:rsidRDefault="00F1715C" w:rsidP="00FC6389">
          <w:pPr>
            <w:pStyle w:val="Druhdokumentu"/>
          </w:pPr>
        </w:p>
      </w:tc>
    </w:tr>
    <w:tr w:rsidR="009F392E" w14:paraId="52AB2A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4936D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D8900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1B7D84" w14:textId="77777777" w:rsidR="009F392E" w:rsidRPr="00D6163D" w:rsidRDefault="009F392E" w:rsidP="00FC6389">
          <w:pPr>
            <w:pStyle w:val="Druhdokumentu"/>
          </w:pPr>
        </w:p>
      </w:tc>
    </w:tr>
  </w:tbl>
  <w:p w14:paraId="0B92686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09473A6" wp14:editId="4A2576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BBFA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D7A6C"/>
    <w:multiLevelType w:val="hybridMultilevel"/>
    <w:tmpl w:val="8C4A7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06B2AFC"/>
    <w:multiLevelType w:val="hybridMultilevel"/>
    <w:tmpl w:val="A8648142"/>
    <w:lvl w:ilvl="0" w:tplc="D08E66D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62C6FCD"/>
    <w:multiLevelType w:val="multilevel"/>
    <w:tmpl w:val="4B6CC12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FB0BDB"/>
    <w:multiLevelType w:val="multilevel"/>
    <w:tmpl w:val="ADB8E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34D68EB"/>
    <w:multiLevelType w:val="hybridMultilevel"/>
    <w:tmpl w:val="A5F2D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F85359"/>
    <w:multiLevelType w:val="hybridMultilevel"/>
    <w:tmpl w:val="9A1E13F4"/>
    <w:lvl w:ilvl="0" w:tplc="6B1C8C2A">
      <w:start w:val="1"/>
      <w:numFmt w:val="lowerRoman"/>
      <w:lvlText w:val="(%1)"/>
      <w:lvlJc w:val="left"/>
      <w:pPr>
        <w:ind w:left="2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0"/>
  </w:num>
  <w:num w:numId="35">
    <w:abstractNumId w:val="11"/>
  </w:num>
  <w:num w:numId="36">
    <w:abstractNumId w:val="1"/>
  </w:num>
  <w:num w:numId="37">
    <w:abstractNumId w:val="6"/>
  </w:num>
  <w:num w:numId="38">
    <w:abstractNumId w:val="9"/>
  </w:num>
  <w:num w:numId="39">
    <w:abstractNumId w:val="9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0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E5D"/>
    <w:rsid w:val="00011E5D"/>
    <w:rsid w:val="00012235"/>
    <w:rsid w:val="0006138D"/>
    <w:rsid w:val="000666F6"/>
    <w:rsid w:val="00072C1E"/>
    <w:rsid w:val="000E23A7"/>
    <w:rsid w:val="000E3F04"/>
    <w:rsid w:val="0010693F"/>
    <w:rsid w:val="00114472"/>
    <w:rsid w:val="00145D90"/>
    <w:rsid w:val="001550BC"/>
    <w:rsid w:val="001605B9"/>
    <w:rsid w:val="00170783"/>
    <w:rsid w:val="00170EC5"/>
    <w:rsid w:val="001747C1"/>
    <w:rsid w:val="00180C10"/>
    <w:rsid w:val="00184743"/>
    <w:rsid w:val="001D4234"/>
    <w:rsid w:val="0020437B"/>
    <w:rsid w:val="00207DF5"/>
    <w:rsid w:val="00280E07"/>
    <w:rsid w:val="0029793A"/>
    <w:rsid w:val="002C31BF"/>
    <w:rsid w:val="002D08B1"/>
    <w:rsid w:val="002E0CD7"/>
    <w:rsid w:val="0033381E"/>
    <w:rsid w:val="00335328"/>
    <w:rsid w:val="00341DCF"/>
    <w:rsid w:val="00357BC6"/>
    <w:rsid w:val="003956C6"/>
    <w:rsid w:val="003B3766"/>
    <w:rsid w:val="00441430"/>
    <w:rsid w:val="0044749F"/>
    <w:rsid w:val="00450F07"/>
    <w:rsid w:val="00453CD3"/>
    <w:rsid w:val="00460660"/>
    <w:rsid w:val="00486107"/>
    <w:rsid w:val="00491827"/>
    <w:rsid w:val="004B348C"/>
    <w:rsid w:val="004C4399"/>
    <w:rsid w:val="004C762A"/>
    <w:rsid w:val="004C787C"/>
    <w:rsid w:val="004D12FF"/>
    <w:rsid w:val="004E143C"/>
    <w:rsid w:val="004E3A53"/>
    <w:rsid w:val="004F1453"/>
    <w:rsid w:val="004F20BC"/>
    <w:rsid w:val="004F4B9B"/>
    <w:rsid w:val="004F69EA"/>
    <w:rsid w:val="00511AB9"/>
    <w:rsid w:val="00523EA7"/>
    <w:rsid w:val="005443E0"/>
    <w:rsid w:val="005503A7"/>
    <w:rsid w:val="00553375"/>
    <w:rsid w:val="00557C28"/>
    <w:rsid w:val="005736B7"/>
    <w:rsid w:val="00575E5A"/>
    <w:rsid w:val="00584EF1"/>
    <w:rsid w:val="005B0B83"/>
    <w:rsid w:val="005F1404"/>
    <w:rsid w:val="0061068E"/>
    <w:rsid w:val="00633A8F"/>
    <w:rsid w:val="00635D1C"/>
    <w:rsid w:val="00660AD3"/>
    <w:rsid w:val="00674D54"/>
    <w:rsid w:val="006766B1"/>
    <w:rsid w:val="00677B7F"/>
    <w:rsid w:val="006A5570"/>
    <w:rsid w:val="006A689C"/>
    <w:rsid w:val="006B3D79"/>
    <w:rsid w:val="006D7AFE"/>
    <w:rsid w:val="006E0578"/>
    <w:rsid w:val="006E314D"/>
    <w:rsid w:val="006F72FE"/>
    <w:rsid w:val="00710723"/>
    <w:rsid w:val="00717AD6"/>
    <w:rsid w:val="00723ED1"/>
    <w:rsid w:val="00743525"/>
    <w:rsid w:val="0076286B"/>
    <w:rsid w:val="00766846"/>
    <w:rsid w:val="007757FB"/>
    <w:rsid w:val="0077673A"/>
    <w:rsid w:val="007806D8"/>
    <w:rsid w:val="007846E1"/>
    <w:rsid w:val="007B570C"/>
    <w:rsid w:val="007C0EE3"/>
    <w:rsid w:val="007C589B"/>
    <w:rsid w:val="007E4A6E"/>
    <w:rsid w:val="007F56A7"/>
    <w:rsid w:val="00807DD0"/>
    <w:rsid w:val="008659F3"/>
    <w:rsid w:val="00886D4B"/>
    <w:rsid w:val="00892556"/>
    <w:rsid w:val="00895406"/>
    <w:rsid w:val="008A3568"/>
    <w:rsid w:val="008D03B9"/>
    <w:rsid w:val="008F18D6"/>
    <w:rsid w:val="009022BC"/>
    <w:rsid w:val="00904780"/>
    <w:rsid w:val="00922385"/>
    <w:rsid w:val="009223DF"/>
    <w:rsid w:val="00923DE9"/>
    <w:rsid w:val="00936091"/>
    <w:rsid w:val="00940D8A"/>
    <w:rsid w:val="00943693"/>
    <w:rsid w:val="00962258"/>
    <w:rsid w:val="009678B7"/>
    <w:rsid w:val="009833E1"/>
    <w:rsid w:val="00992D9C"/>
    <w:rsid w:val="00996CB8"/>
    <w:rsid w:val="009B14A9"/>
    <w:rsid w:val="009B2E97"/>
    <w:rsid w:val="009C7675"/>
    <w:rsid w:val="009E07F4"/>
    <w:rsid w:val="009F392E"/>
    <w:rsid w:val="00A0380A"/>
    <w:rsid w:val="00A6177B"/>
    <w:rsid w:val="00A6534B"/>
    <w:rsid w:val="00A66136"/>
    <w:rsid w:val="00A942D6"/>
    <w:rsid w:val="00AA4CBB"/>
    <w:rsid w:val="00AA65FA"/>
    <w:rsid w:val="00AA7351"/>
    <w:rsid w:val="00AD056F"/>
    <w:rsid w:val="00AD6731"/>
    <w:rsid w:val="00B15D0D"/>
    <w:rsid w:val="00B72056"/>
    <w:rsid w:val="00B75EE1"/>
    <w:rsid w:val="00B77481"/>
    <w:rsid w:val="00B8518B"/>
    <w:rsid w:val="00B94CFA"/>
    <w:rsid w:val="00BD7E91"/>
    <w:rsid w:val="00C02D0A"/>
    <w:rsid w:val="00C03A6E"/>
    <w:rsid w:val="00C0526A"/>
    <w:rsid w:val="00C44F6A"/>
    <w:rsid w:val="00C47AE3"/>
    <w:rsid w:val="00CD1FC4"/>
    <w:rsid w:val="00D11E08"/>
    <w:rsid w:val="00D14D11"/>
    <w:rsid w:val="00D20BC6"/>
    <w:rsid w:val="00D21061"/>
    <w:rsid w:val="00D24245"/>
    <w:rsid w:val="00D4108E"/>
    <w:rsid w:val="00D6163D"/>
    <w:rsid w:val="00D73D46"/>
    <w:rsid w:val="00D831A3"/>
    <w:rsid w:val="00DA555D"/>
    <w:rsid w:val="00DC75F3"/>
    <w:rsid w:val="00DD46F3"/>
    <w:rsid w:val="00DE56F2"/>
    <w:rsid w:val="00DF116D"/>
    <w:rsid w:val="00E36C4A"/>
    <w:rsid w:val="00E81B85"/>
    <w:rsid w:val="00EB104F"/>
    <w:rsid w:val="00ED14BD"/>
    <w:rsid w:val="00ED4B10"/>
    <w:rsid w:val="00EF177E"/>
    <w:rsid w:val="00F0533E"/>
    <w:rsid w:val="00F0685F"/>
    <w:rsid w:val="00F1048D"/>
    <w:rsid w:val="00F12DEC"/>
    <w:rsid w:val="00F1715C"/>
    <w:rsid w:val="00F310F8"/>
    <w:rsid w:val="00F335C7"/>
    <w:rsid w:val="00F35939"/>
    <w:rsid w:val="00F45607"/>
    <w:rsid w:val="00F5558F"/>
    <w:rsid w:val="00F659EB"/>
    <w:rsid w:val="00F86BA6"/>
    <w:rsid w:val="00F87883"/>
    <w:rsid w:val="00F96DAF"/>
    <w:rsid w:val="00FB26F6"/>
    <w:rsid w:val="00FC6389"/>
    <w:rsid w:val="00FD6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DF127A1"/>
  <w14:defaultImageDpi w14:val="32767"/>
  <w15:docId w15:val="{7A607766-ADC7-4617-B1C1-860F6F5BB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38"/>
      </w:numPr>
      <w:spacing w:after="120" w:line="280" w:lineRule="exact"/>
      <w:jc w:val="both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8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BAAF962E36F243954C33E4B169F960" ma:contentTypeVersion="2" ma:contentTypeDescription="Vytvoří nový dokument" ma:contentTypeScope="" ma:versionID="a79e6fc33402dc999046d32be80d8b32">
  <xsd:schema xmlns:xsd="http://www.w3.org/2001/XMLSchema" xmlns:xs="http://www.w3.org/2001/XMLSchema" xmlns:p="http://schemas.microsoft.com/office/2006/metadata/properties" xmlns:ns2="4ca0d97c-b603-46b6-8649-7efcb4702b64" targetNamespace="http://schemas.microsoft.com/office/2006/metadata/properties" ma:root="true" ma:fieldsID="45ae8909a12cfebebf5c39ee30d5c893" ns2:_="">
    <xsd:import namespace="4ca0d97c-b603-46b6-8649-7efcb4702b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a0d97c-b603-46b6-8649-7efcb4702b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02848E-DC67-43BF-AA8D-5228659CF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a0d97c-b603-46b6-8649-7efcb4702b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BF1F505-F559-427B-BCE1-B43420A33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5</Pages>
  <Words>1108</Words>
  <Characters>6542</Characters>
  <Application>Microsoft Office Word</Application>
  <DocSecurity>0</DocSecurity>
  <Lines>54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Burdová Nikola, Mgr. Bc.</cp:lastModifiedBy>
  <cp:revision>5</cp:revision>
  <cp:lastPrinted>2017-11-28T17:18:00Z</cp:lastPrinted>
  <dcterms:created xsi:type="dcterms:W3CDTF">2022-04-05T10:53:00Z</dcterms:created>
  <dcterms:modified xsi:type="dcterms:W3CDTF">2023-02-22T13:48:00Z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0x01010019BAAF962E36F243954C33E4B169F960</vt:lpwstr>
  </property>
  <property fmtid="{D5CDD505-2E9C-101B-9397-08002B2CF9AE}" pid="3" name="URL">
    <vt:lpwstr/>
  </property>
</Properties>
</file>